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F0C" w:rsidRDefault="00351A58" w:rsidP="002B3F0C">
      <w:pPr>
        <w:jc w:val="center"/>
      </w:pPr>
      <w:r>
        <w:rPr>
          <w:noProof/>
        </w:rPr>
        <w:drawing>
          <wp:inline distT="0" distB="0" distL="0" distR="0">
            <wp:extent cx="533400" cy="647700"/>
            <wp:effectExtent l="19050" t="0" r="0" b="0"/>
            <wp:docPr id="1" name="Рисунок 1" descr="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ited"/>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B3F0C" w:rsidRDefault="002B3F0C" w:rsidP="002B3F0C">
      <w:pPr>
        <w:jc w:val="center"/>
        <w:rPr>
          <w:sz w:val="28"/>
        </w:rPr>
      </w:pPr>
    </w:p>
    <w:p w:rsidR="002B3F0C" w:rsidRPr="00C31178" w:rsidRDefault="002B3F0C" w:rsidP="002B3F0C">
      <w:pPr>
        <w:jc w:val="center"/>
        <w:rPr>
          <w:b/>
          <w:sz w:val="28"/>
        </w:rPr>
      </w:pPr>
      <w:r w:rsidRPr="00C31178">
        <w:rPr>
          <w:b/>
          <w:sz w:val="28"/>
        </w:rPr>
        <w:t>АДМИНИСТРАЦИЯ ГОРОДА ХАНТЫ-МАНСИЙСКА</w:t>
      </w:r>
    </w:p>
    <w:p w:rsidR="002B3F0C" w:rsidRPr="00C31178" w:rsidRDefault="002B3F0C" w:rsidP="002B3F0C">
      <w:pPr>
        <w:jc w:val="center"/>
        <w:rPr>
          <w:b/>
          <w:sz w:val="28"/>
        </w:rPr>
      </w:pPr>
      <w:r w:rsidRPr="00C31178">
        <w:rPr>
          <w:b/>
          <w:sz w:val="28"/>
        </w:rPr>
        <w:t>Ханты-Мансийского автономного округа-Югры</w:t>
      </w:r>
    </w:p>
    <w:p w:rsidR="002B3F0C" w:rsidRPr="00C31178" w:rsidRDefault="002B3F0C" w:rsidP="002B3F0C">
      <w:pPr>
        <w:jc w:val="center"/>
        <w:rPr>
          <w:b/>
          <w:sz w:val="28"/>
        </w:rPr>
      </w:pPr>
    </w:p>
    <w:p w:rsidR="002B3F0C" w:rsidRPr="009047DF" w:rsidRDefault="002B3F0C" w:rsidP="002B3F0C">
      <w:pPr>
        <w:jc w:val="center"/>
        <w:rPr>
          <w:b/>
          <w:sz w:val="28"/>
        </w:rPr>
      </w:pPr>
      <w:r w:rsidRPr="00C31178">
        <w:rPr>
          <w:b/>
          <w:sz w:val="28"/>
        </w:rPr>
        <w:t>ПОСТАНОВЛЕНИЕ</w:t>
      </w:r>
    </w:p>
    <w:p w:rsidR="002B3F0C" w:rsidRDefault="002B3F0C" w:rsidP="002B3F0C">
      <w:pPr>
        <w:ind w:left="284" w:firstLine="964"/>
        <w:jc w:val="both"/>
        <w:rPr>
          <w:sz w:val="28"/>
        </w:rPr>
      </w:pPr>
    </w:p>
    <w:p w:rsidR="002B3F0C" w:rsidRDefault="002B3F0C" w:rsidP="002B3F0C">
      <w:pPr>
        <w:ind w:firstLine="851"/>
        <w:jc w:val="both"/>
        <w:rPr>
          <w:sz w:val="28"/>
        </w:rPr>
      </w:pPr>
      <w:r>
        <w:rPr>
          <w:sz w:val="28"/>
        </w:rPr>
        <w:t xml:space="preserve">от </w:t>
      </w:r>
      <w:r w:rsidR="00CC0AD2">
        <w:rPr>
          <w:sz w:val="28"/>
        </w:rPr>
        <w:t>29.03.</w:t>
      </w:r>
      <w:r>
        <w:rPr>
          <w:sz w:val="28"/>
        </w:rPr>
        <w:t>20</w:t>
      </w:r>
      <w:r w:rsidR="00824631">
        <w:rPr>
          <w:sz w:val="28"/>
        </w:rPr>
        <w:t>1</w:t>
      </w:r>
      <w:r w:rsidR="00802CF4">
        <w:rPr>
          <w:sz w:val="28"/>
        </w:rPr>
        <w:t>2</w:t>
      </w:r>
      <w:r w:rsidR="00CC0AD2">
        <w:rPr>
          <w:sz w:val="28"/>
        </w:rPr>
        <w:t xml:space="preserve">                       </w:t>
      </w:r>
      <w:r>
        <w:rPr>
          <w:sz w:val="28"/>
        </w:rPr>
        <w:t xml:space="preserve"> </w:t>
      </w:r>
      <w:r w:rsidR="00802CF4">
        <w:rPr>
          <w:sz w:val="28"/>
        </w:rPr>
        <w:t xml:space="preserve">           </w:t>
      </w:r>
      <w:r>
        <w:rPr>
          <w:sz w:val="28"/>
        </w:rPr>
        <w:t xml:space="preserve">                                                 № </w:t>
      </w:r>
      <w:r w:rsidR="00CC0AD2">
        <w:rPr>
          <w:sz w:val="28"/>
        </w:rPr>
        <w:t>376</w:t>
      </w:r>
    </w:p>
    <w:p w:rsidR="002B3F0C" w:rsidRDefault="002B3F0C" w:rsidP="002B3F0C">
      <w:pPr>
        <w:ind w:firstLine="851"/>
        <w:jc w:val="both"/>
        <w:rPr>
          <w:sz w:val="28"/>
        </w:rPr>
      </w:pPr>
    </w:p>
    <w:p w:rsidR="00F045DF" w:rsidRDefault="00F045DF" w:rsidP="00F045DF">
      <w:pPr>
        <w:pStyle w:val="NoSpacing"/>
        <w:rPr>
          <w:lang w:eastAsia="ru-RU"/>
        </w:rPr>
      </w:pPr>
      <w:r>
        <w:rPr>
          <w:lang w:eastAsia="ru-RU"/>
        </w:rPr>
        <w:t>О</w:t>
      </w:r>
      <w:r w:rsidRPr="005C43A4">
        <w:rPr>
          <w:lang w:eastAsia="ru-RU"/>
        </w:rPr>
        <w:t xml:space="preserve"> порядке проведения конкурсного </w:t>
      </w:r>
    </w:p>
    <w:p w:rsidR="00F045DF" w:rsidRDefault="00F045DF" w:rsidP="00F045DF">
      <w:pPr>
        <w:pStyle w:val="NoSpacing"/>
        <w:rPr>
          <w:lang w:eastAsia="ru-RU"/>
        </w:rPr>
      </w:pPr>
      <w:r w:rsidRPr="005C43A4">
        <w:rPr>
          <w:lang w:eastAsia="ru-RU"/>
        </w:rPr>
        <w:t xml:space="preserve">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w:t>
      </w:r>
    </w:p>
    <w:p w:rsidR="00F045DF" w:rsidRDefault="00F045DF" w:rsidP="00F045DF">
      <w:pPr>
        <w:pStyle w:val="NoSpacing"/>
        <w:rPr>
          <w:lang w:eastAsia="ru-RU"/>
        </w:rPr>
      </w:pPr>
      <w:r w:rsidRPr="005C43A4">
        <w:rPr>
          <w:lang w:eastAsia="ru-RU"/>
        </w:rPr>
        <w:t xml:space="preserve">регулярных перевозок водным транспортом </w:t>
      </w:r>
    </w:p>
    <w:p w:rsidR="00F045DF" w:rsidRDefault="00F045DF" w:rsidP="00F045DF">
      <w:pPr>
        <w:pStyle w:val="NoSpacing"/>
        <w:rPr>
          <w:lang w:eastAsia="ru-RU"/>
        </w:rPr>
      </w:pPr>
      <w:r w:rsidRPr="005C43A4">
        <w:rPr>
          <w:lang w:eastAsia="ru-RU"/>
        </w:rPr>
        <w:t xml:space="preserve">пассажиров и багажа по маршрутам водного </w:t>
      </w:r>
    </w:p>
    <w:p w:rsidR="00F045DF" w:rsidRDefault="00F045DF" w:rsidP="00F045DF">
      <w:pPr>
        <w:pStyle w:val="NoSpacing"/>
        <w:rPr>
          <w:lang w:eastAsia="ru-RU"/>
        </w:rPr>
      </w:pPr>
      <w:r w:rsidRPr="005C43A4">
        <w:rPr>
          <w:lang w:eastAsia="ru-RU"/>
        </w:rPr>
        <w:t xml:space="preserve">транспорта </w:t>
      </w:r>
      <w:r>
        <w:rPr>
          <w:lang w:eastAsia="ru-RU"/>
        </w:rPr>
        <w:t xml:space="preserve">города </w:t>
      </w:r>
      <w:r w:rsidRPr="005C43A4">
        <w:rPr>
          <w:lang w:eastAsia="ru-RU"/>
        </w:rPr>
        <w:t>Ханты-Мансийска</w:t>
      </w:r>
    </w:p>
    <w:p w:rsidR="00F045DF" w:rsidRDefault="00F045DF" w:rsidP="00F045DF">
      <w:pPr>
        <w:pStyle w:val="NoSpacing"/>
      </w:pPr>
    </w:p>
    <w:p w:rsidR="00F045DF" w:rsidRPr="00F045DF" w:rsidRDefault="00F045DF" w:rsidP="00F045DF">
      <w:pPr>
        <w:pStyle w:val="NoSpacing"/>
        <w:rPr>
          <w:sz w:val="20"/>
          <w:szCs w:val="20"/>
        </w:rPr>
      </w:pPr>
    </w:p>
    <w:p w:rsidR="00F045DF" w:rsidRPr="00DD10BE" w:rsidRDefault="00F045DF" w:rsidP="00F045DF">
      <w:pPr>
        <w:pStyle w:val="a3"/>
        <w:tabs>
          <w:tab w:val="clear" w:pos="3402"/>
          <w:tab w:val="left" w:pos="720"/>
        </w:tabs>
        <w:ind w:right="0" w:firstLine="709"/>
        <w:rPr>
          <w:sz w:val="28"/>
          <w:szCs w:val="28"/>
        </w:rPr>
      </w:pPr>
      <w:r>
        <w:tab/>
      </w:r>
      <w:r w:rsidRPr="00DD10BE">
        <w:rPr>
          <w:sz w:val="28"/>
          <w:szCs w:val="28"/>
        </w:rPr>
        <w:t>В соответствии со ст</w:t>
      </w:r>
      <w:r>
        <w:rPr>
          <w:sz w:val="28"/>
          <w:szCs w:val="28"/>
        </w:rPr>
        <w:t>атьей</w:t>
      </w:r>
      <w:r w:rsidRPr="00DD10BE">
        <w:rPr>
          <w:sz w:val="28"/>
          <w:szCs w:val="28"/>
        </w:rPr>
        <w:t xml:space="preserve"> 16 Федерального закона от 06.10.2003 № 131-ФЗ «Об общих принципах организации местного самоуправления в Российской Федерации», ст</w:t>
      </w:r>
      <w:r>
        <w:rPr>
          <w:sz w:val="28"/>
          <w:szCs w:val="28"/>
        </w:rPr>
        <w:t>атьей</w:t>
      </w:r>
      <w:r w:rsidRPr="00DD10BE">
        <w:rPr>
          <w:sz w:val="28"/>
          <w:szCs w:val="28"/>
        </w:rPr>
        <w:t xml:space="preserve"> </w:t>
      </w:r>
      <w:r>
        <w:rPr>
          <w:sz w:val="28"/>
          <w:szCs w:val="28"/>
        </w:rPr>
        <w:t>56</w:t>
      </w:r>
      <w:r w:rsidRPr="00DD10BE">
        <w:rPr>
          <w:sz w:val="28"/>
          <w:szCs w:val="28"/>
        </w:rPr>
        <w:t xml:space="preserve"> Устава города </w:t>
      </w:r>
      <w:r>
        <w:rPr>
          <w:sz w:val="28"/>
          <w:szCs w:val="28"/>
        </w:rPr>
        <w:t>Ханты-Мансийска</w:t>
      </w:r>
      <w:r w:rsidRPr="00DD10BE">
        <w:rPr>
          <w:sz w:val="28"/>
          <w:szCs w:val="28"/>
        </w:rPr>
        <w:t>, в целях создания условий для предоставления транспортных услуг населению</w:t>
      </w:r>
      <w:r>
        <w:rPr>
          <w:sz w:val="28"/>
          <w:szCs w:val="28"/>
        </w:rPr>
        <w:t xml:space="preserve"> города Ханты-Мансийска</w:t>
      </w:r>
      <w:r w:rsidRPr="00DD10BE">
        <w:rPr>
          <w:sz w:val="28"/>
          <w:szCs w:val="28"/>
        </w:rPr>
        <w:t xml:space="preserve"> и организации транспортного обслуживания населения</w:t>
      </w:r>
      <w:r>
        <w:rPr>
          <w:sz w:val="28"/>
          <w:szCs w:val="28"/>
        </w:rPr>
        <w:t xml:space="preserve"> города Ханты-Мансийска:</w:t>
      </w:r>
    </w:p>
    <w:p w:rsidR="00F045DF" w:rsidRPr="00C332A0" w:rsidRDefault="00F045DF" w:rsidP="00F045DF">
      <w:pPr>
        <w:pStyle w:val="NoSpacing"/>
        <w:ind w:firstLine="709"/>
        <w:jc w:val="both"/>
      </w:pPr>
      <w:r w:rsidRPr="00E312D9">
        <w:t>1.Утвердить</w:t>
      </w:r>
      <w:r>
        <w:t xml:space="preserve"> </w:t>
      </w:r>
      <w:r w:rsidRPr="005C43A4">
        <w:rPr>
          <w:lang w:eastAsia="ru-RU"/>
        </w:rPr>
        <w:t>Положение</w:t>
      </w:r>
      <w:r>
        <w:rPr>
          <w:lang w:eastAsia="ru-RU"/>
        </w:rPr>
        <w:t xml:space="preserve"> </w:t>
      </w:r>
      <w:r w:rsidRPr="005C43A4">
        <w:rPr>
          <w:lang w:eastAsia="ru-RU"/>
        </w:rPr>
        <w:t xml:space="preserve">о порядке проведения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пассажиров и </w:t>
      </w:r>
      <w:r w:rsidR="000C195E">
        <w:rPr>
          <w:lang w:eastAsia="ru-RU"/>
        </w:rPr>
        <w:t xml:space="preserve">             </w:t>
      </w:r>
      <w:r w:rsidRPr="005C43A4">
        <w:rPr>
          <w:lang w:eastAsia="ru-RU"/>
        </w:rPr>
        <w:t xml:space="preserve">багажа по маршрутам водного транспорта </w:t>
      </w:r>
      <w:r>
        <w:rPr>
          <w:lang w:eastAsia="ru-RU"/>
        </w:rPr>
        <w:t xml:space="preserve">города </w:t>
      </w:r>
      <w:r w:rsidRPr="005C43A4">
        <w:rPr>
          <w:lang w:eastAsia="ru-RU"/>
        </w:rPr>
        <w:t>Ханты-Мансийска</w:t>
      </w:r>
      <w:r>
        <w:rPr>
          <w:lang w:eastAsia="ru-RU"/>
        </w:rPr>
        <w:t xml:space="preserve"> согласно</w:t>
      </w:r>
      <w:r>
        <w:t xml:space="preserve"> </w:t>
      </w:r>
      <w:r w:rsidR="000C195E">
        <w:t xml:space="preserve">             </w:t>
      </w:r>
      <w:r>
        <w:t>приложению  1 к настоящему постановлению</w:t>
      </w:r>
      <w:r w:rsidRPr="00C332A0">
        <w:t>.</w:t>
      </w:r>
    </w:p>
    <w:p w:rsidR="00F045DF" w:rsidRPr="00C332A0" w:rsidRDefault="00F045DF" w:rsidP="00F045DF">
      <w:pPr>
        <w:pStyle w:val="NoSpacing"/>
        <w:ind w:firstLine="709"/>
        <w:jc w:val="both"/>
      </w:pPr>
      <w:r w:rsidRPr="00C332A0">
        <w:t>2.Утвердить</w:t>
      </w:r>
      <w:r>
        <w:t xml:space="preserve"> </w:t>
      </w:r>
      <w:r w:rsidRPr="005C43A4">
        <w:rPr>
          <w:lang w:eastAsia="ru-RU"/>
        </w:rPr>
        <w:t>Положение</w:t>
      </w:r>
      <w:r>
        <w:rPr>
          <w:lang w:eastAsia="ru-RU"/>
        </w:rPr>
        <w:t xml:space="preserve"> </w:t>
      </w:r>
      <w:r w:rsidRPr="005C43A4">
        <w:rPr>
          <w:lang w:eastAsia="ru-RU"/>
        </w:rPr>
        <w:t xml:space="preserve">о </w:t>
      </w:r>
      <w:r>
        <w:rPr>
          <w:lang w:eastAsia="ru-RU"/>
        </w:rPr>
        <w:t>к</w:t>
      </w:r>
      <w:r w:rsidRPr="005C43A4">
        <w:rPr>
          <w:lang w:eastAsia="ru-RU"/>
        </w:rPr>
        <w:t xml:space="preserve">онкурсной комиссии по проведению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w:t>
      </w:r>
      <w:r>
        <w:rPr>
          <w:lang w:eastAsia="ru-RU"/>
        </w:rPr>
        <w:t xml:space="preserve">одным транспортом пассажиров и </w:t>
      </w:r>
      <w:r w:rsidRPr="005C43A4">
        <w:rPr>
          <w:lang w:eastAsia="ru-RU"/>
        </w:rPr>
        <w:t xml:space="preserve">багажа по маршрутам водного транспорта </w:t>
      </w:r>
      <w:r>
        <w:rPr>
          <w:lang w:eastAsia="ru-RU"/>
        </w:rPr>
        <w:t xml:space="preserve">города </w:t>
      </w:r>
      <w:r w:rsidRPr="005C43A4">
        <w:rPr>
          <w:lang w:eastAsia="ru-RU"/>
        </w:rPr>
        <w:t>Ханты-Мансийска</w:t>
      </w:r>
      <w:r w:rsidRPr="00C332A0">
        <w:t xml:space="preserve"> </w:t>
      </w:r>
      <w:r>
        <w:t>согласно приложению 2 к настоящему постановлению</w:t>
      </w:r>
      <w:r w:rsidRPr="00C332A0">
        <w:t>.</w:t>
      </w:r>
    </w:p>
    <w:p w:rsidR="00F045DF" w:rsidRPr="00C332A0" w:rsidRDefault="00F045DF" w:rsidP="00F045DF">
      <w:pPr>
        <w:pStyle w:val="NoSpacing"/>
        <w:ind w:firstLine="709"/>
        <w:jc w:val="both"/>
      </w:pPr>
      <w:r>
        <w:t>3.</w:t>
      </w:r>
      <w:r w:rsidRPr="00C332A0">
        <w:t xml:space="preserve">Утвердить </w:t>
      </w:r>
      <w:r>
        <w:rPr>
          <w:lang w:eastAsia="ru-RU"/>
        </w:rPr>
        <w:t xml:space="preserve">состав </w:t>
      </w:r>
      <w:r w:rsidRPr="005C43A4">
        <w:rPr>
          <w:lang w:eastAsia="ru-RU"/>
        </w:rPr>
        <w:t xml:space="preserve">конкурсной комиссии по проведению конкурсного </w:t>
      </w:r>
      <w:r w:rsidR="000C195E">
        <w:rPr>
          <w:lang w:eastAsia="ru-RU"/>
        </w:rPr>
        <w:t xml:space="preserve">        </w:t>
      </w:r>
      <w:r w:rsidRPr="005C43A4">
        <w:rPr>
          <w:lang w:eastAsia="ru-RU"/>
        </w:rPr>
        <w:t xml:space="preserve">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w:t>
      </w:r>
      <w:r w:rsidR="000C195E">
        <w:rPr>
          <w:lang w:eastAsia="ru-RU"/>
        </w:rPr>
        <w:t xml:space="preserve">            </w:t>
      </w:r>
      <w:r w:rsidRPr="005C43A4">
        <w:rPr>
          <w:lang w:eastAsia="ru-RU"/>
        </w:rPr>
        <w:t xml:space="preserve">пассажиров и багажа по маршрутам водного транспорта </w:t>
      </w:r>
      <w:r>
        <w:rPr>
          <w:lang w:eastAsia="ru-RU"/>
        </w:rPr>
        <w:t xml:space="preserve">города </w:t>
      </w:r>
      <w:r w:rsidRPr="005C43A4">
        <w:rPr>
          <w:lang w:eastAsia="ru-RU"/>
        </w:rPr>
        <w:t>Ханты-Мансийска</w:t>
      </w:r>
      <w:r>
        <w:t xml:space="preserve"> </w:t>
      </w:r>
      <w:r w:rsidR="000C195E">
        <w:t xml:space="preserve">              </w:t>
      </w:r>
      <w:r w:rsidR="00831ECE">
        <w:t xml:space="preserve">согласно </w:t>
      </w:r>
      <w:r>
        <w:t>приложению 3 к настоящему постановлению</w:t>
      </w:r>
      <w:r w:rsidRPr="00C332A0">
        <w:t>.</w:t>
      </w:r>
    </w:p>
    <w:p w:rsidR="00F045DF" w:rsidRPr="00BB1DA8" w:rsidRDefault="00F045DF" w:rsidP="00F045DF">
      <w:pPr>
        <w:pStyle w:val="NoSpacing"/>
        <w:ind w:firstLine="709"/>
        <w:jc w:val="both"/>
      </w:pPr>
      <w:r>
        <w:t>4.</w:t>
      </w:r>
      <w:r w:rsidRPr="00BB1DA8">
        <w:t xml:space="preserve">Настоящее постановление вступает в силу </w:t>
      </w:r>
      <w:r>
        <w:t>после</w:t>
      </w:r>
      <w:r w:rsidRPr="00BB1DA8">
        <w:t xml:space="preserve"> дня </w:t>
      </w:r>
      <w:r>
        <w:t xml:space="preserve">официального </w:t>
      </w:r>
      <w:r w:rsidRPr="00BB1DA8">
        <w:t>опубликования в средствах массовой информации.</w:t>
      </w:r>
    </w:p>
    <w:p w:rsidR="00F045DF" w:rsidRPr="00BB1DA8" w:rsidRDefault="00F045DF" w:rsidP="00F045DF">
      <w:pPr>
        <w:pStyle w:val="NoSpacing"/>
        <w:ind w:firstLine="709"/>
        <w:jc w:val="both"/>
      </w:pPr>
      <w:r>
        <w:t>5</w:t>
      </w:r>
      <w:r w:rsidRPr="00BB1DA8">
        <w:t>.</w:t>
      </w:r>
      <w:r>
        <w:t xml:space="preserve">Контроль за выполнением </w:t>
      </w:r>
      <w:r w:rsidRPr="00BB1DA8">
        <w:t>постановления возложить на управлени</w:t>
      </w:r>
      <w:r>
        <w:t>е</w:t>
      </w:r>
      <w:r w:rsidRPr="00BB1DA8">
        <w:t xml:space="preserve"> транспорта, связи и дорог </w:t>
      </w:r>
      <w:r>
        <w:t>Администрации города Ханты-Мансийска (</w:t>
      </w:r>
      <w:r w:rsidRPr="00BB1DA8">
        <w:t>Лиханов Н.В.</w:t>
      </w:r>
      <w:r>
        <w:t>).</w:t>
      </w:r>
    </w:p>
    <w:p w:rsidR="00F045DF" w:rsidRDefault="00F045DF" w:rsidP="00F045DF">
      <w:pPr>
        <w:jc w:val="both"/>
        <w:rPr>
          <w:szCs w:val="28"/>
        </w:rPr>
      </w:pPr>
    </w:p>
    <w:p w:rsidR="00F045DF" w:rsidRPr="00BB1DA8" w:rsidRDefault="00F045DF" w:rsidP="00F045DF">
      <w:pPr>
        <w:jc w:val="both"/>
        <w:rPr>
          <w:szCs w:val="28"/>
        </w:rPr>
      </w:pPr>
    </w:p>
    <w:p w:rsidR="00F045DF" w:rsidRDefault="00F045DF" w:rsidP="00F045DF">
      <w:pPr>
        <w:pStyle w:val="NoSpacing"/>
      </w:pPr>
      <w:r>
        <w:t xml:space="preserve">Глава Администрации </w:t>
      </w:r>
    </w:p>
    <w:p w:rsidR="00F045DF" w:rsidRDefault="00F045DF" w:rsidP="00F045DF">
      <w:pPr>
        <w:pStyle w:val="NoSpacing"/>
      </w:pPr>
      <w:r>
        <w:t xml:space="preserve">города Ханты-Мансийска </w:t>
      </w:r>
      <w:r>
        <w:tab/>
      </w:r>
      <w:r>
        <w:tab/>
      </w:r>
      <w:r>
        <w:tab/>
      </w:r>
      <w:r>
        <w:tab/>
      </w:r>
      <w:r>
        <w:tab/>
        <w:t xml:space="preserve">                            М.П.Ряшин</w:t>
      </w:r>
      <w:r>
        <w:tab/>
      </w:r>
    </w:p>
    <w:p w:rsidR="00F045DF" w:rsidRDefault="00F045DF" w:rsidP="00F045DF">
      <w:pPr>
        <w:pStyle w:val="NoSpacing"/>
      </w:pPr>
    </w:p>
    <w:p w:rsidR="00F045DF" w:rsidRPr="00F045DF" w:rsidRDefault="00F045DF" w:rsidP="00F045DF">
      <w:pPr>
        <w:pStyle w:val="NoSpacing"/>
        <w:rPr>
          <w:sz w:val="24"/>
          <w:szCs w:val="24"/>
        </w:rPr>
      </w:pPr>
    </w:p>
    <w:p w:rsidR="007437DA" w:rsidRPr="005C43A4" w:rsidRDefault="007437DA" w:rsidP="007437DA">
      <w:pPr>
        <w:pStyle w:val="NoSpacing"/>
        <w:jc w:val="right"/>
      </w:pPr>
      <w:r w:rsidRPr="005C43A4">
        <w:lastRenderedPageBreak/>
        <w:t>Приложение</w:t>
      </w:r>
      <w:r>
        <w:t xml:space="preserve"> 1</w:t>
      </w:r>
    </w:p>
    <w:p w:rsidR="007437DA" w:rsidRPr="005C43A4" w:rsidRDefault="007437DA" w:rsidP="007437DA">
      <w:pPr>
        <w:pStyle w:val="NoSpacing"/>
        <w:jc w:val="right"/>
      </w:pPr>
      <w:r w:rsidRPr="005C43A4">
        <w:t>к постановлению Администрации</w:t>
      </w:r>
    </w:p>
    <w:p w:rsidR="007437DA" w:rsidRPr="005C43A4" w:rsidRDefault="007437DA" w:rsidP="007437DA">
      <w:pPr>
        <w:pStyle w:val="NoSpacing"/>
        <w:jc w:val="right"/>
      </w:pPr>
      <w:r w:rsidRPr="005C43A4">
        <w:t>города Ханты-Мансийска</w:t>
      </w:r>
    </w:p>
    <w:p w:rsidR="007437DA" w:rsidRPr="005C43A4" w:rsidRDefault="007437DA" w:rsidP="007437DA">
      <w:pPr>
        <w:pStyle w:val="NoSpacing"/>
        <w:jc w:val="right"/>
      </w:pPr>
      <w:r w:rsidRPr="005C43A4">
        <w:t>от</w:t>
      </w:r>
      <w:r w:rsidR="00CC0AD2">
        <w:t xml:space="preserve"> 29.03.2012</w:t>
      </w:r>
      <w:r w:rsidRPr="005C43A4">
        <w:t xml:space="preserve"> № </w:t>
      </w:r>
      <w:r w:rsidR="00CC0AD2">
        <w:t>376</w:t>
      </w:r>
    </w:p>
    <w:p w:rsidR="007437DA" w:rsidRPr="005C43A4" w:rsidRDefault="007437DA" w:rsidP="007437DA">
      <w:pPr>
        <w:pStyle w:val="NoSpacing"/>
        <w:jc w:val="right"/>
        <w:rPr>
          <w:lang w:eastAsia="ru-RU"/>
        </w:rPr>
      </w:pPr>
    </w:p>
    <w:p w:rsidR="007437DA" w:rsidRDefault="007437DA" w:rsidP="007437DA">
      <w:pPr>
        <w:jc w:val="center"/>
        <w:rPr>
          <w:sz w:val="28"/>
          <w:szCs w:val="28"/>
        </w:rPr>
      </w:pPr>
      <w:r w:rsidRPr="007437DA">
        <w:rPr>
          <w:sz w:val="28"/>
          <w:szCs w:val="28"/>
        </w:rPr>
        <w:t>Положение</w:t>
      </w:r>
      <w:r w:rsidRPr="007437DA">
        <w:rPr>
          <w:sz w:val="28"/>
          <w:szCs w:val="28"/>
        </w:rPr>
        <w:br/>
        <w:t>о порядке проведения конкурсного отбора на право осуществления регулярных перевозок водным транспортом пассажиров и багажа по маршрутам водного транспорта города Ханты-Мансийска</w:t>
      </w:r>
      <w:r>
        <w:rPr>
          <w:sz w:val="28"/>
          <w:szCs w:val="28"/>
        </w:rPr>
        <w:t xml:space="preserve"> </w:t>
      </w:r>
    </w:p>
    <w:p w:rsidR="007437DA" w:rsidRDefault="007437DA" w:rsidP="007437DA">
      <w:pPr>
        <w:jc w:val="center"/>
        <w:rPr>
          <w:sz w:val="28"/>
          <w:szCs w:val="28"/>
        </w:rPr>
      </w:pPr>
      <w:r>
        <w:rPr>
          <w:sz w:val="28"/>
          <w:szCs w:val="28"/>
        </w:rPr>
        <w:t>(далее – Положение)</w:t>
      </w:r>
    </w:p>
    <w:p w:rsidR="007437DA" w:rsidRDefault="007437DA" w:rsidP="007437DA">
      <w:pPr>
        <w:jc w:val="center"/>
        <w:rPr>
          <w:sz w:val="28"/>
          <w:szCs w:val="28"/>
        </w:rPr>
      </w:pPr>
    </w:p>
    <w:p w:rsidR="007437DA" w:rsidRDefault="007437DA" w:rsidP="007437DA">
      <w:pPr>
        <w:jc w:val="center"/>
        <w:rPr>
          <w:sz w:val="28"/>
          <w:szCs w:val="28"/>
        </w:rPr>
      </w:pPr>
    </w:p>
    <w:p w:rsidR="007437DA" w:rsidRDefault="007437DA" w:rsidP="007437DA">
      <w:pPr>
        <w:jc w:val="center"/>
        <w:rPr>
          <w:sz w:val="28"/>
          <w:szCs w:val="28"/>
        </w:rPr>
      </w:pPr>
      <w:r w:rsidRPr="007437DA">
        <w:rPr>
          <w:sz w:val="28"/>
          <w:szCs w:val="28"/>
        </w:rPr>
        <w:t>1. Общие положения</w:t>
      </w:r>
    </w:p>
    <w:p w:rsidR="007437DA" w:rsidRPr="007437DA" w:rsidRDefault="007437DA" w:rsidP="007437DA">
      <w:pPr>
        <w:jc w:val="center"/>
        <w:rPr>
          <w:sz w:val="28"/>
          <w:szCs w:val="28"/>
        </w:rPr>
      </w:pPr>
    </w:p>
    <w:p w:rsidR="007437DA" w:rsidRPr="005C43A4" w:rsidRDefault="007437DA" w:rsidP="002C3515">
      <w:pPr>
        <w:pStyle w:val="NoSpacing"/>
        <w:ind w:firstLine="709"/>
        <w:jc w:val="both"/>
        <w:rPr>
          <w:lang w:eastAsia="ru-RU"/>
        </w:rPr>
      </w:pPr>
      <w:r w:rsidRPr="005C43A4">
        <w:rPr>
          <w:lang w:eastAsia="ru-RU"/>
        </w:rPr>
        <w:t xml:space="preserve">1.1. Настоящее Положение определяет порядок проведения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пассажиров и багажа по маршрутам водного транспорта </w:t>
      </w:r>
      <w:r>
        <w:rPr>
          <w:lang w:eastAsia="ru-RU"/>
        </w:rPr>
        <w:t xml:space="preserve">города </w:t>
      </w:r>
      <w:r w:rsidRPr="005C43A4">
        <w:rPr>
          <w:lang w:eastAsia="ru-RU"/>
        </w:rPr>
        <w:t>Ханты-Мансийска (далее - конкурсный отбор).</w:t>
      </w:r>
    </w:p>
    <w:p w:rsidR="007437DA" w:rsidRPr="005C43A4" w:rsidRDefault="007437DA" w:rsidP="002C3515">
      <w:pPr>
        <w:pStyle w:val="NoSpacing"/>
        <w:ind w:firstLine="709"/>
        <w:jc w:val="both"/>
        <w:rPr>
          <w:lang w:eastAsia="ru-RU"/>
        </w:rPr>
      </w:pPr>
      <w:r w:rsidRPr="005C43A4">
        <w:rPr>
          <w:lang w:eastAsia="ru-RU"/>
        </w:rPr>
        <w:t>1.2. Понятия и термины, используемые в настоящем П</w:t>
      </w:r>
      <w:r>
        <w:rPr>
          <w:lang w:eastAsia="ru-RU"/>
        </w:rPr>
        <w:t>оложении</w:t>
      </w:r>
      <w:r w:rsidRPr="005C43A4">
        <w:rPr>
          <w:lang w:eastAsia="ru-RU"/>
        </w:rPr>
        <w:t>, применяются в значениях, определенных федеральным законодательством.</w:t>
      </w:r>
    </w:p>
    <w:p w:rsidR="007437DA" w:rsidRPr="005C43A4" w:rsidRDefault="007437DA" w:rsidP="002C3515">
      <w:pPr>
        <w:pStyle w:val="NoSpacing"/>
        <w:ind w:firstLine="709"/>
        <w:jc w:val="both"/>
        <w:rPr>
          <w:lang w:eastAsia="ru-RU"/>
        </w:rPr>
      </w:pPr>
      <w:r w:rsidRPr="005C43A4">
        <w:rPr>
          <w:lang w:eastAsia="ru-RU"/>
        </w:rPr>
        <w:t xml:space="preserve">1.3. Организатором перевозок пассажиров и багажа по маршрутам водного транспорта </w:t>
      </w:r>
      <w:r>
        <w:rPr>
          <w:lang w:eastAsia="ru-RU"/>
        </w:rPr>
        <w:t xml:space="preserve">города </w:t>
      </w:r>
      <w:r w:rsidRPr="005C43A4">
        <w:rPr>
          <w:lang w:eastAsia="ru-RU"/>
        </w:rPr>
        <w:t>Ханты-Мансийска выступает Администрация города Ханты-Мансийска в лице управления транспорта, связи и дорог Администрации города Ханты-Мансийска</w:t>
      </w:r>
      <w:r>
        <w:rPr>
          <w:lang w:eastAsia="ru-RU"/>
        </w:rPr>
        <w:t xml:space="preserve"> (далее – организатор перевозок)</w:t>
      </w:r>
      <w:r w:rsidRPr="005C43A4">
        <w:rPr>
          <w:lang w:eastAsia="ru-RU"/>
        </w:rPr>
        <w:t>.</w:t>
      </w:r>
    </w:p>
    <w:p w:rsidR="007437DA" w:rsidRPr="005C43A4" w:rsidRDefault="007437DA" w:rsidP="002C3515">
      <w:pPr>
        <w:pStyle w:val="NoSpacing"/>
        <w:ind w:firstLine="709"/>
        <w:jc w:val="both"/>
        <w:rPr>
          <w:lang w:eastAsia="ru-RU"/>
        </w:rPr>
      </w:pPr>
      <w:r w:rsidRPr="005C43A4">
        <w:rPr>
          <w:lang w:eastAsia="ru-RU"/>
        </w:rPr>
        <w:t>1.4. Конкурсный отбор проводится в целях обеспечения регулярных перевозок водным транспортом пассажиров и багажа по маршрутам водного транспорта</w:t>
      </w:r>
      <w:r w:rsidRPr="0018150B">
        <w:rPr>
          <w:lang w:eastAsia="ru-RU"/>
        </w:rPr>
        <w:t xml:space="preserve"> </w:t>
      </w:r>
      <w:r>
        <w:rPr>
          <w:lang w:eastAsia="ru-RU"/>
        </w:rPr>
        <w:t>города</w:t>
      </w:r>
      <w:r w:rsidRPr="005C43A4">
        <w:rPr>
          <w:lang w:eastAsia="ru-RU"/>
        </w:rPr>
        <w:t xml:space="preserve"> Ханты-Мансийска.</w:t>
      </w:r>
    </w:p>
    <w:p w:rsidR="007437DA" w:rsidRPr="005C43A4" w:rsidRDefault="007437DA" w:rsidP="002C3515">
      <w:pPr>
        <w:pStyle w:val="NoSpacing"/>
        <w:ind w:firstLine="709"/>
        <w:jc w:val="both"/>
        <w:rPr>
          <w:lang w:eastAsia="ru-RU"/>
        </w:rPr>
      </w:pPr>
      <w:r w:rsidRPr="005C43A4">
        <w:rPr>
          <w:lang w:eastAsia="ru-RU"/>
        </w:rPr>
        <w:t>По форме проведения конкурсный отбор является открытым.</w:t>
      </w:r>
    </w:p>
    <w:p w:rsidR="007437DA" w:rsidRPr="005C43A4" w:rsidRDefault="007437DA" w:rsidP="002C3515">
      <w:pPr>
        <w:pStyle w:val="NoSpacing"/>
        <w:ind w:firstLine="709"/>
        <w:jc w:val="both"/>
        <w:rPr>
          <w:lang w:eastAsia="ru-RU"/>
        </w:rPr>
      </w:pPr>
      <w:r w:rsidRPr="005C43A4">
        <w:rPr>
          <w:lang w:eastAsia="ru-RU"/>
        </w:rPr>
        <w:t>При проведении конкурсного отбора право на осуществление регулярных перевозок водным транспортом пассажиров и багажа предоставляется по каждому маршруту водного транспорта</w:t>
      </w:r>
      <w:r w:rsidRPr="0018150B">
        <w:rPr>
          <w:lang w:eastAsia="ru-RU"/>
        </w:rPr>
        <w:t xml:space="preserve"> </w:t>
      </w:r>
      <w:r>
        <w:rPr>
          <w:lang w:eastAsia="ru-RU"/>
        </w:rPr>
        <w:t>города</w:t>
      </w:r>
      <w:r w:rsidRPr="005C43A4">
        <w:rPr>
          <w:lang w:eastAsia="ru-RU"/>
        </w:rPr>
        <w:t xml:space="preserve"> Ханты-Мансийска отдельно.</w:t>
      </w:r>
    </w:p>
    <w:p w:rsidR="007437DA" w:rsidRPr="005C43A4" w:rsidRDefault="007437DA" w:rsidP="002C3515">
      <w:pPr>
        <w:pStyle w:val="NoSpacing"/>
        <w:ind w:firstLine="709"/>
        <w:jc w:val="both"/>
        <w:rPr>
          <w:lang w:eastAsia="ru-RU"/>
        </w:rPr>
      </w:pPr>
      <w:r w:rsidRPr="005C43A4">
        <w:rPr>
          <w:lang w:eastAsia="ru-RU"/>
        </w:rPr>
        <w:t xml:space="preserve">1.5. В целях проведения конкурсных отборов Администрацией города Ханты-Мансийска создается постоянно действующая </w:t>
      </w:r>
      <w:r>
        <w:rPr>
          <w:lang w:eastAsia="ru-RU"/>
        </w:rPr>
        <w:t>к</w:t>
      </w:r>
      <w:r w:rsidRPr="005C43A4">
        <w:rPr>
          <w:lang w:eastAsia="ru-RU"/>
        </w:rPr>
        <w:t xml:space="preserve">онкурсная комиссия по проведению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пассажиров и багажа по маршрутам водного транспорта</w:t>
      </w:r>
      <w:r w:rsidRPr="0018150B">
        <w:rPr>
          <w:lang w:eastAsia="ru-RU"/>
        </w:rPr>
        <w:t xml:space="preserve"> </w:t>
      </w:r>
      <w:r>
        <w:rPr>
          <w:lang w:eastAsia="ru-RU"/>
        </w:rPr>
        <w:t>города</w:t>
      </w:r>
      <w:r w:rsidRPr="005C43A4">
        <w:rPr>
          <w:lang w:eastAsia="ru-RU"/>
        </w:rPr>
        <w:t xml:space="preserve"> Ханты-Мансийска (далее - </w:t>
      </w:r>
      <w:r>
        <w:rPr>
          <w:lang w:eastAsia="ru-RU"/>
        </w:rPr>
        <w:t>к</w:t>
      </w:r>
      <w:r w:rsidRPr="005C43A4">
        <w:rPr>
          <w:lang w:eastAsia="ru-RU"/>
        </w:rPr>
        <w:t>онкурсная комиссия).</w:t>
      </w:r>
    </w:p>
    <w:p w:rsidR="007437DA" w:rsidRPr="005C43A4" w:rsidRDefault="007437DA" w:rsidP="002C3515">
      <w:pPr>
        <w:pStyle w:val="NoSpacing"/>
        <w:ind w:firstLine="709"/>
        <w:jc w:val="both"/>
        <w:rPr>
          <w:lang w:eastAsia="ru-RU"/>
        </w:rPr>
      </w:pPr>
      <w:r w:rsidRPr="005C43A4">
        <w:rPr>
          <w:lang w:eastAsia="ru-RU"/>
        </w:rPr>
        <w:t xml:space="preserve">Порядок работы </w:t>
      </w:r>
      <w:r>
        <w:rPr>
          <w:lang w:eastAsia="ru-RU"/>
        </w:rPr>
        <w:t>к</w:t>
      </w:r>
      <w:r w:rsidRPr="005C43A4">
        <w:rPr>
          <w:lang w:eastAsia="ru-RU"/>
        </w:rPr>
        <w:t>онкурсной комиссии определяется Администрацией города Ханты-Мансийска.</w:t>
      </w:r>
    </w:p>
    <w:p w:rsidR="007437DA" w:rsidRPr="005C43A4" w:rsidRDefault="007437DA" w:rsidP="002C3515">
      <w:pPr>
        <w:pStyle w:val="NoSpacing"/>
        <w:ind w:firstLine="709"/>
        <w:jc w:val="both"/>
        <w:rPr>
          <w:lang w:eastAsia="ru-RU"/>
        </w:rPr>
      </w:pPr>
      <w:r w:rsidRPr="005C43A4">
        <w:rPr>
          <w:lang w:eastAsia="ru-RU"/>
        </w:rPr>
        <w:t>1.6. По результатам конкурсного отбора организатором перевозок заключается договор об осуществлении регулярных перевозок водным транспортом пассажиров и багажа по маршруту водного транспорта</w:t>
      </w:r>
      <w:r w:rsidRPr="0018150B">
        <w:rPr>
          <w:lang w:eastAsia="ru-RU"/>
        </w:rPr>
        <w:t xml:space="preserve"> </w:t>
      </w:r>
      <w:r>
        <w:rPr>
          <w:lang w:eastAsia="ru-RU"/>
        </w:rPr>
        <w:t>города</w:t>
      </w:r>
      <w:r w:rsidRPr="005C43A4">
        <w:rPr>
          <w:lang w:eastAsia="ru-RU"/>
        </w:rPr>
        <w:t xml:space="preserve"> Ханты-Мансийска (далее - договор) с лицом, получившим право на заключение договора.</w:t>
      </w:r>
    </w:p>
    <w:p w:rsidR="007437DA" w:rsidRPr="005C43A4" w:rsidRDefault="007437DA" w:rsidP="002C3515">
      <w:pPr>
        <w:pStyle w:val="NoSpacing"/>
        <w:ind w:firstLine="709"/>
        <w:jc w:val="both"/>
        <w:rPr>
          <w:lang w:eastAsia="ru-RU"/>
        </w:rPr>
      </w:pPr>
      <w:r w:rsidRPr="005C43A4">
        <w:rPr>
          <w:lang w:eastAsia="ru-RU"/>
        </w:rPr>
        <w:t>1.7. Договор заключается на пять лет.</w:t>
      </w:r>
    </w:p>
    <w:p w:rsidR="007437DA" w:rsidRPr="005C43A4" w:rsidRDefault="007437DA" w:rsidP="002C3515">
      <w:pPr>
        <w:pStyle w:val="NoSpacing"/>
        <w:ind w:firstLine="709"/>
        <w:jc w:val="both"/>
        <w:rPr>
          <w:lang w:eastAsia="ru-RU"/>
        </w:rPr>
      </w:pPr>
      <w:r w:rsidRPr="005C43A4">
        <w:rPr>
          <w:lang w:eastAsia="ru-RU"/>
        </w:rPr>
        <w:lastRenderedPageBreak/>
        <w:t xml:space="preserve">1.8. Конкурсный отбор проводится не позднее чем за два месяца </w:t>
      </w:r>
      <w:r w:rsidR="001701A1">
        <w:rPr>
          <w:lang w:eastAsia="ru-RU"/>
        </w:rPr>
        <w:t xml:space="preserve">                          </w:t>
      </w:r>
      <w:r w:rsidRPr="005C43A4">
        <w:rPr>
          <w:lang w:eastAsia="ru-RU"/>
        </w:rPr>
        <w:t xml:space="preserve">до прекращения исполнения обязательств перевозчика по перевозке пассажиров и багажа по соответствующему маршруту водного транспорта </w:t>
      </w:r>
      <w:r>
        <w:rPr>
          <w:lang w:eastAsia="ru-RU"/>
        </w:rPr>
        <w:t>города</w:t>
      </w:r>
      <w:r w:rsidRPr="005C43A4">
        <w:rPr>
          <w:lang w:eastAsia="ru-RU"/>
        </w:rPr>
        <w:t xml:space="preserve"> Ханты-Мансийска.</w:t>
      </w:r>
    </w:p>
    <w:p w:rsidR="007437DA" w:rsidRPr="005C43A4" w:rsidRDefault="007437DA" w:rsidP="002C3515">
      <w:pPr>
        <w:pStyle w:val="NoSpacing"/>
        <w:ind w:firstLine="709"/>
        <w:jc w:val="both"/>
        <w:rPr>
          <w:lang w:eastAsia="ru-RU"/>
        </w:rPr>
      </w:pPr>
      <w:r w:rsidRPr="005C43A4">
        <w:rPr>
          <w:lang w:eastAsia="ru-RU"/>
        </w:rPr>
        <w:t>1.9. В случае признания конкурсного отбора несостоявшимся срок действия договора, заключенного по итогам предыдущего конкурсного отбора, продлевается по соглаш</w:t>
      </w:r>
      <w:r>
        <w:rPr>
          <w:lang w:eastAsia="ru-RU"/>
        </w:rPr>
        <w:t>ению сторон договора и решению к</w:t>
      </w:r>
      <w:r w:rsidRPr="005C43A4">
        <w:rPr>
          <w:lang w:eastAsia="ru-RU"/>
        </w:rPr>
        <w:t>онкурсной комиссии на срок не более шести месяцев.</w:t>
      </w:r>
    </w:p>
    <w:p w:rsidR="007437DA" w:rsidRPr="005C43A4" w:rsidRDefault="007437DA" w:rsidP="002C3515">
      <w:pPr>
        <w:pStyle w:val="NoSpacing"/>
        <w:ind w:firstLine="709"/>
        <w:jc w:val="both"/>
        <w:rPr>
          <w:lang w:eastAsia="ru-RU"/>
        </w:rPr>
      </w:pPr>
      <w:r w:rsidRPr="005C43A4">
        <w:rPr>
          <w:lang w:eastAsia="ru-RU"/>
        </w:rPr>
        <w:t xml:space="preserve">1.10. В случае досрочного расторжения договора организатор перевозок обеспечивает проведение нового конкурсного отбора в соответствии с настоящим </w:t>
      </w:r>
      <w:r w:rsidR="00831ECE">
        <w:rPr>
          <w:lang w:eastAsia="ru-RU"/>
        </w:rPr>
        <w:t>п</w:t>
      </w:r>
      <w:r w:rsidRPr="005C43A4">
        <w:rPr>
          <w:lang w:eastAsia="ru-RU"/>
        </w:rPr>
        <w:t>орядком.</w:t>
      </w:r>
    </w:p>
    <w:p w:rsidR="007437DA" w:rsidRPr="005C43A4" w:rsidRDefault="007437DA" w:rsidP="007437DA">
      <w:pPr>
        <w:pStyle w:val="NoSpacing"/>
        <w:rPr>
          <w:lang w:eastAsia="ru-RU"/>
        </w:rPr>
      </w:pPr>
      <w:r w:rsidRPr="005C43A4">
        <w:rPr>
          <w:lang w:eastAsia="ru-RU"/>
        </w:rPr>
        <w:t>          </w:t>
      </w:r>
    </w:p>
    <w:p w:rsidR="007437DA" w:rsidRPr="005C43A4" w:rsidRDefault="007437DA" w:rsidP="007437DA">
      <w:pPr>
        <w:pStyle w:val="NoSpacing"/>
        <w:jc w:val="center"/>
        <w:rPr>
          <w:lang w:eastAsia="ru-RU"/>
        </w:rPr>
      </w:pPr>
      <w:r w:rsidRPr="005C43A4">
        <w:rPr>
          <w:lang w:eastAsia="ru-RU"/>
        </w:rPr>
        <w:t>2. Порядок проведения конкурсного отбора</w:t>
      </w:r>
    </w:p>
    <w:p w:rsidR="007437DA" w:rsidRPr="005C43A4" w:rsidRDefault="007437DA" w:rsidP="007437DA">
      <w:pPr>
        <w:pStyle w:val="NoSpacing"/>
        <w:jc w:val="center"/>
        <w:rPr>
          <w:lang w:eastAsia="ru-RU"/>
        </w:rPr>
      </w:pPr>
    </w:p>
    <w:p w:rsidR="007437DA" w:rsidRPr="005C43A4" w:rsidRDefault="007437DA" w:rsidP="002C3515">
      <w:pPr>
        <w:pStyle w:val="NoSpacing"/>
        <w:ind w:firstLine="709"/>
        <w:jc w:val="both"/>
        <w:rPr>
          <w:lang w:eastAsia="ru-RU"/>
        </w:rPr>
      </w:pPr>
      <w:r w:rsidRPr="005C43A4">
        <w:rPr>
          <w:lang w:eastAsia="ru-RU"/>
        </w:rPr>
        <w:t>2.1. Проведение конкурсного отбора направлено на выявление юридических лиц и индивидуальных предпринимателей (далее - перевозчики), которые могут обеспечить лучшие условия перев</w:t>
      </w:r>
      <w:r>
        <w:rPr>
          <w:lang w:eastAsia="ru-RU"/>
        </w:rPr>
        <w:t>озки пассажиров и багажа по</w:t>
      </w:r>
      <w:r w:rsidRPr="005C43A4">
        <w:rPr>
          <w:lang w:eastAsia="ru-RU"/>
        </w:rPr>
        <w:t xml:space="preserve"> маршрутам водного транспорта</w:t>
      </w:r>
      <w:r w:rsidRPr="0018150B">
        <w:rPr>
          <w:lang w:eastAsia="ru-RU"/>
        </w:rPr>
        <w:t xml:space="preserve"> </w:t>
      </w:r>
      <w:r>
        <w:rPr>
          <w:lang w:eastAsia="ru-RU"/>
        </w:rPr>
        <w:t>города</w:t>
      </w:r>
      <w:r w:rsidRPr="005C43A4">
        <w:rPr>
          <w:lang w:eastAsia="ru-RU"/>
        </w:rPr>
        <w:t xml:space="preserve"> Ханты-Мансийска и в полном объеме отвечают квалификационным требованиям, установленным конкурсной документацией для проведения конкурсного отбора (далее - конкурсная документация), с учетом настоящего </w:t>
      </w:r>
      <w:r>
        <w:rPr>
          <w:lang w:eastAsia="ru-RU"/>
        </w:rPr>
        <w:t>Положения</w:t>
      </w:r>
      <w:r w:rsidRPr="005C43A4">
        <w:rPr>
          <w:lang w:eastAsia="ru-RU"/>
        </w:rPr>
        <w:t>.</w:t>
      </w:r>
    </w:p>
    <w:p w:rsidR="007437DA" w:rsidRPr="005C43A4" w:rsidRDefault="007437DA" w:rsidP="002C3515">
      <w:pPr>
        <w:pStyle w:val="NoSpacing"/>
        <w:ind w:firstLine="709"/>
        <w:jc w:val="both"/>
        <w:rPr>
          <w:lang w:eastAsia="ru-RU"/>
        </w:rPr>
      </w:pPr>
      <w:r w:rsidRPr="005C43A4">
        <w:rPr>
          <w:lang w:eastAsia="ru-RU"/>
        </w:rPr>
        <w:t>2.2. Обязательными требованиями к перевозчикам, включаемыми в конкурсную документацию, являются:</w:t>
      </w:r>
    </w:p>
    <w:p w:rsidR="007437DA" w:rsidRPr="005C43A4" w:rsidRDefault="007437DA" w:rsidP="002C3515">
      <w:pPr>
        <w:pStyle w:val="NoSpacing"/>
        <w:ind w:firstLine="709"/>
        <w:jc w:val="both"/>
        <w:rPr>
          <w:lang w:eastAsia="ru-RU"/>
        </w:rPr>
      </w:pPr>
      <w:r w:rsidRPr="005C43A4">
        <w:rPr>
          <w:lang w:eastAsia="ru-RU"/>
        </w:rPr>
        <w:t>наличие у перевозчика лицензии на осуществление перевозок внутренним водным транспортом пассажиров, полученной в порядке, установленном федеральным законодательством;</w:t>
      </w:r>
    </w:p>
    <w:p w:rsidR="007437DA" w:rsidRPr="005C43A4" w:rsidRDefault="007437DA" w:rsidP="002C3515">
      <w:pPr>
        <w:pStyle w:val="NoSpacing"/>
        <w:ind w:firstLine="709"/>
        <w:jc w:val="both"/>
        <w:rPr>
          <w:lang w:eastAsia="ru-RU"/>
        </w:rPr>
      </w:pPr>
      <w:r w:rsidRPr="005C43A4">
        <w:rPr>
          <w:lang w:eastAsia="ru-RU"/>
        </w:rPr>
        <w:t>отсутствие у перевозчика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перевозчика по данным бухгалтерской отчетности за последний отчетный период, при условии, что перевозчик не обжалует наличие указанной задолженности в соответствии с законодательством Российской Федерации;</w:t>
      </w:r>
    </w:p>
    <w:p w:rsidR="007437DA" w:rsidRPr="005C43A4" w:rsidRDefault="007437DA" w:rsidP="002C3515">
      <w:pPr>
        <w:pStyle w:val="NoSpacing"/>
        <w:ind w:firstLine="709"/>
        <w:jc w:val="both"/>
      </w:pPr>
      <w:r w:rsidRPr="005C43A4">
        <w:t xml:space="preserve">наличие в штате перевозчика квалифицированного персонала, необходимого для обеспечения перевозки пассажиров и багажа по маршруту водного транспорта </w:t>
      </w:r>
      <w:r>
        <w:rPr>
          <w:lang w:eastAsia="ru-RU"/>
        </w:rPr>
        <w:t>города</w:t>
      </w:r>
      <w:r w:rsidRPr="005C43A4">
        <w:t xml:space="preserve"> Ханты-Мансийска, по которому проводится конкурсный отбор;</w:t>
      </w:r>
    </w:p>
    <w:p w:rsidR="007437DA" w:rsidRPr="005C43A4" w:rsidRDefault="007437DA" w:rsidP="002C3515">
      <w:pPr>
        <w:pStyle w:val="NoSpacing"/>
        <w:ind w:firstLine="709"/>
        <w:jc w:val="both"/>
      </w:pPr>
      <w:r w:rsidRPr="005C43A4">
        <w:t>наличие у перевозчика в собственности, аренде или на ином праве самоходных транспортных судов, отвечающих требованиям, установленным конкурсной документацией, или наличие договора поставки самоходных транспортных судов со сроком поставки и государственной регистрации судна не позднее даты начала действия договора, заключаемого по результатам конкурсного отбора.</w:t>
      </w:r>
    </w:p>
    <w:p w:rsidR="007437DA" w:rsidRPr="005C43A4" w:rsidRDefault="007437DA" w:rsidP="002C3515">
      <w:pPr>
        <w:pStyle w:val="NoSpacing"/>
        <w:ind w:firstLine="709"/>
        <w:jc w:val="both"/>
      </w:pPr>
      <w:r w:rsidRPr="005C43A4">
        <w:t>2.3. Конкурсная документация должна содержать:</w:t>
      </w:r>
    </w:p>
    <w:p w:rsidR="007437DA" w:rsidRPr="005C43A4" w:rsidRDefault="007437DA" w:rsidP="002C3515">
      <w:pPr>
        <w:pStyle w:val="NoSpacing"/>
        <w:ind w:firstLine="709"/>
        <w:jc w:val="both"/>
      </w:pPr>
      <w:r w:rsidRPr="005C43A4">
        <w:t>общие сведения о конкурсном отборе;</w:t>
      </w:r>
    </w:p>
    <w:p w:rsidR="007437DA" w:rsidRPr="005C43A4" w:rsidRDefault="007437DA" w:rsidP="002C3515">
      <w:pPr>
        <w:pStyle w:val="NoSpacing"/>
        <w:ind w:firstLine="709"/>
        <w:jc w:val="both"/>
      </w:pPr>
      <w:r w:rsidRPr="005C43A4">
        <w:lastRenderedPageBreak/>
        <w:t>требования к претендентам (далее - претенденты);</w:t>
      </w:r>
    </w:p>
    <w:p w:rsidR="007437DA" w:rsidRPr="005C43A4" w:rsidRDefault="007437DA" w:rsidP="002C3515">
      <w:pPr>
        <w:pStyle w:val="NoSpacing"/>
        <w:ind w:firstLine="709"/>
        <w:jc w:val="both"/>
      </w:pPr>
      <w:r w:rsidRPr="005C43A4">
        <w:t>условия оказания услуг по перевозке пассажиров и ба</w:t>
      </w:r>
      <w:r>
        <w:t>гажа водным транспортом по</w:t>
      </w:r>
      <w:r w:rsidRPr="005C43A4">
        <w:t xml:space="preserve"> маршрутам водного транспорта</w:t>
      </w:r>
      <w:r>
        <w:t xml:space="preserve"> </w:t>
      </w:r>
      <w:r>
        <w:rPr>
          <w:lang w:eastAsia="ru-RU"/>
        </w:rPr>
        <w:t>города</w:t>
      </w:r>
      <w:r>
        <w:t xml:space="preserve"> Ханты-Мансийска</w:t>
      </w:r>
      <w:r w:rsidRPr="005C43A4">
        <w:t>;</w:t>
      </w:r>
    </w:p>
    <w:p w:rsidR="007437DA" w:rsidRPr="005C43A4" w:rsidRDefault="007437DA" w:rsidP="002C3515">
      <w:pPr>
        <w:pStyle w:val="NoSpacing"/>
        <w:ind w:firstLine="709"/>
        <w:jc w:val="both"/>
      </w:pPr>
      <w:r w:rsidRPr="005C43A4">
        <w:t>порядок оформления конкурсного предложения;</w:t>
      </w:r>
    </w:p>
    <w:p w:rsidR="007437DA" w:rsidRPr="005C43A4" w:rsidRDefault="007437DA" w:rsidP="002C3515">
      <w:pPr>
        <w:pStyle w:val="NoSpacing"/>
        <w:ind w:firstLine="709"/>
        <w:jc w:val="both"/>
      </w:pPr>
      <w:r w:rsidRPr="005C43A4">
        <w:t>квалификационные требования к участникам конкурсного отбора;</w:t>
      </w:r>
    </w:p>
    <w:p w:rsidR="007437DA" w:rsidRPr="005C43A4" w:rsidRDefault="007437DA" w:rsidP="002C3515">
      <w:pPr>
        <w:pStyle w:val="NoSpacing"/>
        <w:ind w:firstLine="709"/>
        <w:jc w:val="both"/>
      </w:pPr>
      <w:r w:rsidRPr="005C43A4">
        <w:t>требования к самоходным транспортным судам, которые будут использоваться перевозчиком при исполнении обязательств по договору;</w:t>
      </w:r>
    </w:p>
    <w:p w:rsidR="007437DA" w:rsidRPr="005C43A4" w:rsidRDefault="007437DA" w:rsidP="002C3515">
      <w:pPr>
        <w:pStyle w:val="NoSpacing"/>
        <w:ind w:firstLine="709"/>
        <w:jc w:val="both"/>
      </w:pPr>
      <w:r w:rsidRPr="005C43A4">
        <w:t>порядок внесения изменений в конкурсную документацию;</w:t>
      </w:r>
    </w:p>
    <w:p w:rsidR="007437DA" w:rsidRPr="005C43A4" w:rsidRDefault="007437DA" w:rsidP="002C3515">
      <w:pPr>
        <w:pStyle w:val="NoSpacing"/>
        <w:ind w:firstLine="709"/>
        <w:jc w:val="both"/>
      </w:pPr>
      <w:r w:rsidRPr="005C43A4">
        <w:t>место, даты начала и окончания подачи конкурсного предложения;</w:t>
      </w:r>
    </w:p>
    <w:p w:rsidR="007437DA" w:rsidRPr="005C43A4" w:rsidRDefault="007437DA" w:rsidP="002C3515">
      <w:pPr>
        <w:pStyle w:val="NoSpacing"/>
        <w:ind w:firstLine="709"/>
        <w:jc w:val="both"/>
      </w:pPr>
      <w:r w:rsidRPr="005C43A4">
        <w:t>порядок подачи конкурсного предложения, изменения и отзыва конкурсного предложения;</w:t>
      </w:r>
    </w:p>
    <w:p w:rsidR="007437DA" w:rsidRPr="005C43A4" w:rsidRDefault="007437DA" w:rsidP="002C3515">
      <w:pPr>
        <w:pStyle w:val="NoSpacing"/>
        <w:ind w:firstLine="709"/>
        <w:jc w:val="both"/>
      </w:pPr>
      <w:r w:rsidRPr="005C43A4">
        <w:t xml:space="preserve">порядок обмена информацией </w:t>
      </w:r>
      <w:r w:rsidRPr="00A9167C">
        <w:t>с организатором перевозок;</w:t>
      </w:r>
    </w:p>
    <w:p w:rsidR="007437DA" w:rsidRPr="005C43A4" w:rsidRDefault="007437DA" w:rsidP="002C3515">
      <w:pPr>
        <w:pStyle w:val="NoSpacing"/>
        <w:ind w:firstLine="709"/>
        <w:jc w:val="both"/>
      </w:pPr>
      <w:r w:rsidRPr="005C43A4">
        <w:t>место, дату, время и порядок вскрытия конвертов с конкурсными предложениями, условия их отклонения и признания претендента участником конкурсного отбора;</w:t>
      </w:r>
    </w:p>
    <w:p w:rsidR="007437DA" w:rsidRPr="005C43A4" w:rsidRDefault="007437DA" w:rsidP="002C3515">
      <w:pPr>
        <w:pStyle w:val="NoSpacing"/>
        <w:ind w:firstLine="709"/>
        <w:jc w:val="both"/>
      </w:pPr>
      <w:r w:rsidRPr="005C43A4">
        <w:t>порядок и сроки рассмотрения конкурсных предложений, проверки достоверности представленных в конкурсных предложениях сведений, условия отклонения конкурсных предложений;</w:t>
      </w:r>
    </w:p>
    <w:p w:rsidR="007437DA" w:rsidRPr="005C43A4" w:rsidRDefault="007437DA" w:rsidP="002C3515">
      <w:pPr>
        <w:pStyle w:val="NoSpacing"/>
        <w:ind w:firstLine="709"/>
        <w:jc w:val="both"/>
      </w:pPr>
      <w:r w:rsidRPr="005C43A4">
        <w:t>критерии оценки и сопоставления конкурсных предложений участника конкурсного отбора;</w:t>
      </w:r>
    </w:p>
    <w:p w:rsidR="007437DA" w:rsidRPr="005C43A4" w:rsidRDefault="007437DA" w:rsidP="002C3515">
      <w:pPr>
        <w:pStyle w:val="NoSpacing"/>
        <w:ind w:firstLine="709"/>
        <w:jc w:val="both"/>
      </w:pPr>
      <w:r w:rsidRPr="005C43A4">
        <w:t>порядок и условия заключения договора;</w:t>
      </w:r>
    </w:p>
    <w:p w:rsidR="007437DA" w:rsidRPr="005C43A4" w:rsidRDefault="007437DA" w:rsidP="002C3515">
      <w:pPr>
        <w:pStyle w:val="NoSpacing"/>
        <w:ind w:firstLine="709"/>
        <w:jc w:val="both"/>
      </w:pPr>
      <w:r w:rsidRPr="005C43A4">
        <w:t>проект договора;</w:t>
      </w:r>
    </w:p>
    <w:p w:rsidR="007437DA" w:rsidRPr="005C43A4" w:rsidRDefault="007437DA" w:rsidP="002C3515">
      <w:pPr>
        <w:pStyle w:val="NoSpacing"/>
        <w:ind w:firstLine="709"/>
        <w:jc w:val="both"/>
      </w:pPr>
      <w:r w:rsidRPr="005C43A4">
        <w:t>иные сведения, связанные с конкурсным отбором.</w:t>
      </w:r>
    </w:p>
    <w:p w:rsidR="007437DA" w:rsidRPr="005C43A4" w:rsidRDefault="007437DA" w:rsidP="002C3515">
      <w:pPr>
        <w:pStyle w:val="NoSpacing"/>
        <w:ind w:firstLine="709"/>
        <w:jc w:val="both"/>
      </w:pPr>
      <w:r w:rsidRPr="005C43A4">
        <w:t>2.4. Проект договора, включаемый в конкурсную документацию, должен содержать следующие условия:</w:t>
      </w:r>
    </w:p>
    <w:p w:rsidR="007437DA" w:rsidRPr="005C43A4" w:rsidRDefault="007437DA" w:rsidP="002C3515">
      <w:pPr>
        <w:pStyle w:val="NoSpacing"/>
        <w:ind w:firstLine="709"/>
        <w:jc w:val="both"/>
      </w:pPr>
      <w:r w:rsidRPr="005C43A4">
        <w:t>2.4.1. Обязанность перевозчика оказать услуги перевозки пассажиров и багажа по маршруту водного транспорта (далее - услуги) в соответствии с условиями конкурсного отбора и требованиями, установленными федеральным законодательством, санитарными, противопожарными правилами, техническими документами, другими правилами и нормативными документами, предусматривающими требования к качеству услуг, их безопасности для жизни и здоровья людей, окружающей среды и имущества.</w:t>
      </w:r>
    </w:p>
    <w:p w:rsidR="007437DA" w:rsidRPr="005C43A4" w:rsidRDefault="007437DA" w:rsidP="002C3515">
      <w:pPr>
        <w:pStyle w:val="NoSpacing"/>
        <w:ind w:firstLine="709"/>
        <w:jc w:val="both"/>
      </w:pPr>
      <w:r w:rsidRPr="005C43A4">
        <w:t>2.4.2. Обязанность перевозчика осуществлять перевозки по маршрутам водного транспорта, установленным Администрацией города Ханты-Мансийска, с соблюдением расписания движения самоходных транспортных судов по маршрутам водного транспорта</w:t>
      </w:r>
      <w:r w:rsidRPr="0018150B">
        <w:rPr>
          <w:lang w:eastAsia="ru-RU"/>
        </w:rPr>
        <w:t xml:space="preserve"> </w:t>
      </w:r>
      <w:r>
        <w:rPr>
          <w:lang w:eastAsia="ru-RU"/>
        </w:rPr>
        <w:t>города</w:t>
      </w:r>
      <w:r w:rsidRPr="005C43A4">
        <w:t xml:space="preserve"> Ханты-Мансийска.</w:t>
      </w:r>
    </w:p>
    <w:p w:rsidR="007437DA" w:rsidRPr="005C43A4" w:rsidRDefault="007437DA" w:rsidP="002C3515">
      <w:pPr>
        <w:pStyle w:val="NoSpacing"/>
        <w:ind w:firstLine="709"/>
        <w:jc w:val="both"/>
      </w:pPr>
      <w:r w:rsidRPr="005C43A4">
        <w:t>2.4.3. Обязанность перевозчика представлять организатору перевозок отчеты, содержащие сведения о количестве граждан, которым были оказаны услуги по установленной форме и порядк</w:t>
      </w:r>
      <w:r w:rsidR="002C3515">
        <w:t>у</w:t>
      </w:r>
      <w:r w:rsidRPr="005C43A4">
        <w:t>.</w:t>
      </w:r>
    </w:p>
    <w:p w:rsidR="007437DA" w:rsidRPr="005C43A4" w:rsidRDefault="007437DA" w:rsidP="002C3515">
      <w:pPr>
        <w:pStyle w:val="NoSpacing"/>
        <w:ind w:firstLine="709"/>
        <w:jc w:val="both"/>
      </w:pPr>
      <w:r w:rsidRPr="005C43A4">
        <w:t>2.4.4. Обеспечение перевозчиком соответствия используемых при оказании услуг по договору самоходных транспортных судов</w:t>
      </w:r>
      <w:r w:rsidR="00222032">
        <w:t>,</w:t>
      </w:r>
      <w:r w:rsidRPr="005C43A4">
        <w:t xml:space="preserve"> иного используемого оборудования и инвентаря установленным требованиям (включая нормативно-технические и санитарно-гигиенические требования) договора.</w:t>
      </w:r>
    </w:p>
    <w:p w:rsidR="007437DA" w:rsidRPr="005C43A4" w:rsidRDefault="007437DA" w:rsidP="002C3515">
      <w:pPr>
        <w:pStyle w:val="NoSpacing"/>
        <w:ind w:firstLine="709"/>
        <w:jc w:val="both"/>
      </w:pPr>
      <w:r w:rsidRPr="005C43A4">
        <w:lastRenderedPageBreak/>
        <w:t>2.4.5. Обеспечение перевозчиком наличия в штате квалифицированных сотрудников для обеспечения выполнения услуг по договору.</w:t>
      </w:r>
    </w:p>
    <w:p w:rsidR="007437DA" w:rsidRPr="005C43A4" w:rsidRDefault="007437DA" w:rsidP="002C3515">
      <w:pPr>
        <w:pStyle w:val="NoSpacing"/>
        <w:ind w:firstLine="709"/>
        <w:jc w:val="both"/>
      </w:pPr>
      <w:r w:rsidRPr="005C43A4">
        <w:t>2.4.6. Возможность и условия досрочного отказа от исполнения договора организатором перевозок в одностороннем порядке в случае существенного нарушения перевозчиком условий договора или отсутствия в бюджете города Ханты-Мансийска на соответствующий финансовый год средств на возмещение затрат и недополученных доходов в связи с осуществлением указанных перевозок.</w:t>
      </w:r>
    </w:p>
    <w:p w:rsidR="007437DA" w:rsidRPr="005C43A4" w:rsidRDefault="007437DA" w:rsidP="002C3515">
      <w:pPr>
        <w:pStyle w:val="NoSpacing"/>
        <w:ind w:firstLine="709"/>
        <w:jc w:val="both"/>
      </w:pPr>
      <w:r w:rsidRPr="005C43A4">
        <w:t>2.5. Организатор перевозок осуществляет:</w:t>
      </w:r>
    </w:p>
    <w:p w:rsidR="007437DA" w:rsidRPr="005C43A4" w:rsidRDefault="007437DA" w:rsidP="002C3515">
      <w:pPr>
        <w:pStyle w:val="ConsPlusNormal"/>
        <w:widowControl/>
        <w:ind w:firstLine="709"/>
        <w:jc w:val="both"/>
        <w:rPr>
          <w:rFonts w:ascii="Times New Roman" w:hAnsi="Times New Roman" w:cs="Times New Roman"/>
          <w:sz w:val="28"/>
          <w:szCs w:val="28"/>
        </w:rPr>
      </w:pPr>
      <w:r w:rsidRPr="005C43A4">
        <w:rPr>
          <w:rFonts w:ascii="Times New Roman" w:hAnsi="Times New Roman" w:cs="Times New Roman"/>
          <w:sz w:val="28"/>
          <w:szCs w:val="28"/>
        </w:rPr>
        <w:t>разработку и утверждение конкурсной документации и изменений к ней;</w:t>
      </w:r>
      <w:r w:rsidRPr="005C43A4">
        <w:rPr>
          <w:rFonts w:ascii="Times New Roman" w:hAnsi="Times New Roman" w:cs="Times New Roman"/>
          <w:sz w:val="28"/>
          <w:szCs w:val="28"/>
        </w:rPr>
        <w:br/>
        <w:t xml:space="preserve">          организацию публикации объявления о проведении конкурсного отбора в официальных городских печатных средствах массовой информации и на официальном сайте Администрации города Ханты-Мансийска не менее чем </w:t>
      </w:r>
      <w:r w:rsidR="002C3515">
        <w:rPr>
          <w:rFonts w:ascii="Times New Roman" w:hAnsi="Times New Roman" w:cs="Times New Roman"/>
          <w:sz w:val="28"/>
          <w:szCs w:val="28"/>
        </w:rPr>
        <w:t xml:space="preserve">                   </w:t>
      </w:r>
      <w:r w:rsidRPr="005C43A4">
        <w:rPr>
          <w:rFonts w:ascii="Times New Roman" w:hAnsi="Times New Roman" w:cs="Times New Roman"/>
          <w:sz w:val="28"/>
          <w:szCs w:val="28"/>
        </w:rPr>
        <w:t>за 20 дней до даты окончания приема заявок на участие в конкурсе;</w:t>
      </w:r>
    </w:p>
    <w:p w:rsidR="007437DA" w:rsidRPr="005C43A4" w:rsidRDefault="007437DA" w:rsidP="002C3515">
      <w:pPr>
        <w:pStyle w:val="NoSpacing"/>
        <w:ind w:firstLine="709"/>
        <w:jc w:val="both"/>
      </w:pPr>
      <w:r w:rsidRPr="005C43A4">
        <w:t xml:space="preserve">организационное и материально-техническое обеспечение деятельности </w:t>
      </w:r>
      <w:r w:rsidR="002C3515">
        <w:t>к</w:t>
      </w:r>
      <w:r w:rsidRPr="005C43A4">
        <w:t>онкурсной комиссии;</w:t>
      </w:r>
    </w:p>
    <w:p w:rsidR="007437DA" w:rsidRPr="005C43A4" w:rsidRDefault="007437DA" w:rsidP="002C3515">
      <w:pPr>
        <w:pStyle w:val="NoSpacing"/>
        <w:ind w:firstLine="709"/>
        <w:jc w:val="both"/>
      </w:pPr>
      <w:r w:rsidRPr="005C43A4">
        <w:t xml:space="preserve">размещение информации об итогах конкурсного отбора </w:t>
      </w:r>
      <w:r w:rsidRPr="005C43A4">
        <w:rPr>
          <w:szCs w:val="28"/>
        </w:rPr>
        <w:t>на официальном сайте Администрации города Ханты-Мансийска</w:t>
      </w:r>
      <w:r w:rsidRPr="005C43A4">
        <w:t>.</w:t>
      </w:r>
    </w:p>
    <w:p w:rsidR="007437DA" w:rsidRPr="005C43A4" w:rsidRDefault="007437DA" w:rsidP="002C3515">
      <w:pPr>
        <w:pStyle w:val="NoSpacing"/>
        <w:ind w:firstLine="709"/>
        <w:jc w:val="both"/>
      </w:pPr>
      <w:r w:rsidRPr="005C43A4">
        <w:t xml:space="preserve">2.6. Конкурсная документация размещается </w:t>
      </w:r>
      <w:r w:rsidRPr="005C43A4">
        <w:rPr>
          <w:szCs w:val="28"/>
        </w:rPr>
        <w:t>на официальном сайте Администрации города Ханты-Мансийска</w:t>
      </w:r>
      <w:r w:rsidRPr="005C43A4">
        <w:t xml:space="preserve"> в сети Интернет не менее чем за 20 дней до вскрытия конвертов с конкурсными предложениями одновременно с публикацией в средствах массовой информации объявления о проведении конкурсного отбора.</w:t>
      </w:r>
    </w:p>
    <w:p w:rsidR="007437DA" w:rsidRPr="005C43A4" w:rsidRDefault="007437DA" w:rsidP="002C3515">
      <w:pPr>
        <w:pStyle w:val="NoSpacing"/>
        <w:ind w:firstLine="709"/>
        <w:jc w:val="both"/>
      </w:pPr>
      <w:r w:rsidRPr="005C43A4">
        <w:t>2.7. В объявлении о проведении конкурсного отбора указываются следующие сведения:</w:t>
      </w:r>
    </w:p>
    <w:p w:rsidR="007437DA" w:rsidRPr="005C43A4" w:rsidRDefault="007437DA" w:rsidP="002C3515">
      <w:pPr>
        <w:pStyle w:val="NoSpacing"/>
        <w:ind w:firstLine="709"/>
        <w:jc w:val="both"/>
      </w:pPr>
      <w:r w:rsidRPr="005C43A4">
        <w:t>предмет, время, место и сроки проведения конкурсного отбора;</w:t>
      </w:r>
      <w:r w:rsidRPr="005C43A4">
        <w:br/>
        <w:t>          информация о месте размещения конкурсной документации и форме подачи конкурсных предложений для участия в конкурсном отборе;</w:t>
      </w:r>
    </w:p>
    <w:p w:rsidR="007437DA" w:rsidRPr="005C43A4" w:rsidRDefault="007437DA" w:rsidP="002C3515">
      <w:pPr>
        <w:pStyle w:val="NoSpacing"/>
        <w:ind w:firstLine="709"/>
        <w:jc w:val="both"/>
      </w:pPr>
      <w:r w:rsidRPr="005C43A4">
        <w:t>перечень городских маршрутов водного транспорта, по которым проводится конкурсный отбор;</w:t>
      </w:r>
    </w:p>
    <w:p w:rsidR="007437DA" w:rsidRPr="005C43A4" w:rsidRDefault="007437DA" w:rsidP="002C3515">
      <w:pPr>
        <w:pStyle w:val="NoSpacing"/>
        <w:ind w:firstLine="709"/>
        <w:jc w:val="both"/>
      </w:pPr>
      <w:r w:rsidRPr="005C43A4">
        <w:t>срок заключения договора с лицом, получившим право на заключение договора;</w:t>
      </w:r>
    </w:p>
    <w:p w:rsidR="007437DA" w:rsidRPr="005C43A4" w:rsidRDefault="007437DA" w:rsidP="002C3515">
      <w:pPr>
        <w:pStyle w:val="NoSpacing"/>
        <w:ind w:firstLine="709"/>
        <w:jc w:val="both"/>
      </w:pPr>
      <w:r w:rsidRPr="005C43A4">
        <w:t>наименование, местонахождение, почтовый адрес и адрес электронной почты, телефон контактного лица организатора перевозок.</w:t>
      </w:r>
    </w:p>
    <w:p w:rsidR="007437DA" w:rsidRPr="005C43A4" w:rsidRDefault="007437DA" w:rsidP="002C3515">
      <w:pPr>
        <w:pStyle w:val="NoSpacing"/>
        <w:ind w:firstLine="709"/>
        <w:jc w:val="both"/>
      </w:pPr>
      <w:r w:rsidRPr="005C43A4">
        <w:t>2.8. Конкурсное предложение представляется организатору перевозок в порядке и способом, которые указаны в конкурсной документации.</w:t>
      </w:r>
    </w:p>
    <w:p w:rsidR="007437DA" w:rsidRPr="005C43A4" w:rsidRDefault="007437DA" w:rsidP="002C3515">
      <w:pPr>
        <w:pStyle w:val="NoSpacing"/>
        <w:ind w:firstLine="709"/>
        <w:jc w:val="both"/>
      </w:pPr>
      <w:r w:rsidRPr="005C43A4">
        <w:t>Конверт с конкурсным предложением, полученный организатором конкурса по</w:t>
      </w:r>
      <w:r>
        <w:t>сле</w:t>
      </w:r>
      <w:r w:rsidRPr="005C43A4">
        <w:t xml:space="preserve"> истечени</w:t>
      </w:r>
      <w:r>
        <w:t>я</w:t>
      </w:r>
      <w:r w:rsidRPr="005C43A4">
        <w:t xml:space="preserve"> срока приема конкурсных предложений, не вскрывается и возвращается претенденту.</w:t>
      </w:r>
    </w:p>
    <w:p w:rsidR="007437DA" w:rsidRPr="005C43A4" w:rsidRDefault="007437DA" w:rsidP="002C3515">
      <w:pPr>
        <w:pStyle w:val="NoSpacing"/>
        <w:ind w:firstLine="709"/>
        <w:jc w:val="both"/>
      </w:pPr>
      <w:r w:rsidRPr="005C43A4">
        <w:t xml:space="preserve">2.9. Конверты с конкурсными предложениями вскрываются </w:t>
      </w:r>
      <w:r w:rsidR="002C3515">
        <w:t>к</w:t>
      </w:r>
      <w:r w:rsidRPr="005C43A4">
        <w:t>онкурсной комиссией в срок, указанный в конкурсной документации. При вскрытии конвертов с конкурсными предложениями вправе присутствовать представители претендентов.</w:t>
      </w:r>
    </w:p>
    <w:p w:rsidR="007437DA" w:rsidRPr="005C43A4" w:rsidRDefault="007437DA" w:rsidP="002C3515">
      <w:pPr>
        <w:pStyle w:val="NoSpacing"/>
        <w:ind w:firstLine="709"/>
        <w:jc w:val="both"/>
      </w:pPr>
      <w:r w:rsidRPr="005C43A4">
        <w:t xml:space="preserve">2.10. Наименование юридического лица и адрес его места нахождения, фамилия, имя, отчество и место жительства физического лица, зарегистрированного в качестве индивидуального предпринимателя, и условия конкурсного предложения </w:t>
      </w:r>
      <w:r w:rsidRPr="005C43A4">
        <w:lastRenderedPageBreak/>
        <w:t xml:space="preserve">каждого претендента, конверт с конкурсным предложением которого вскрывается, объявляются лицам, присутствующим при вскрытии конвертов с конкурсными предложениями, и заносятся в протокол заседания </w:t>
      </w:r>
      <w:r w:rsidR="002C3515">
        <w:t>к</w:t>
      </w:r>
      <w:r w:rsidRPr="005C43A4">
        <w:t>онкурсной комиссии.</w:t>
      </w:r>
    </w:p>
    <w:p w:rsidR="007437DA" w:rsidRPr="005C43A4" w:rsidRDefault="002C3515" w:rsidP="002C3515">
      <w:pPr>
        <w:pStyle w:val="NoSpacing"/>
        <w:ind w:firstLine="709"/>
        <w:jc w:val="both"/>
      </w:pPr>
      <w:r>
        <w:t>2.11. В протоколе заседания к</w:t>
      </w:r>
      <w:r w:rsidR="007437DA" w:rsidRPr="005C43A4">
        <w:t xml:space="preserve">онкурсной комиссии указываются сведения о признании </w:t>
      </w:r>
      <w:r>
        <w:t>к</w:t>
      </w:r>
      <w:r w:rsidR="007437DA" w:rsidRPr="005C43A4">
        <w:t>онкурсной комиссией претендента участником конкурсного отбора в случае, если конкурсное предложение претендента отвечает требованиям конкурсной документации для участия в конкурсном отборе или об отказе в допуске к участию в конкурсном отборе.</w:t>
      </w:r>
    </w:p>
    <w:p w:rsidR="007437DA" w:rsidRPr="005C43A4" w:rsidRDefault="007437DA" w:rsidP="002C3515">
      <w:pPr>
        <w:pStyle w:val="NoSpacing"/>
        <w:ind w:firstLine="709"/>
        <w:jc w:val="both"/>
      </w:pPr>
      <w:r w:rsidRPr="005C43A4">
        <w:t xml:space="preserve">В конкурсном отборе принимают участие претенденты, в отношении которых </w:t>
      </w:r>
      <w:r w:rsidR="002C3515">
        <w:t>к</w:t>
      </w:r>
      <w:r w:rsidRPr="005C43A4">
        <w:t>онкурсной комиссией принято решение о признании претендента участником конкурсного отбора.</w:t>
      </w:r>
    </w:p>
    <w:p w:rsidR="007437DA" w:rsidRPr="005C43A4" w:rsidRDefault="007437DA" w:rsidP="002C3515">
      <w:pPr>
        <w:pStyle w:val="NoSpacing"/>
        <w:ind w:firstLine="709"/>
        <w:jc w:val="both"/>
      </w:pPr>
      <w:r w:rsidRPr="005C43A4">
        <w:t xml:space="preserve">2.12. При рассмотрении конкурсных предложений участников конкурсного отбора </w:t>
      </w:r>
      <w:r w:rsidR="002C3515">
        <w:t>к</w:t>
      </w:r>
      <w:r w:rsidRPr="005C43A4">
        <w:t>онкурсная комиссия:</w:t>
      </w:r>
    </w:p>
    <w:p w:rsidR="007437DA" w:rsidRPr="005C43A4" w:rsidRDefault="007437DA" w:rsidP="002C3515">
      <w:pPr>
        <w:pStyle w:val="NoSpacing"/>
        <w:ind w:firstLine="709"/>
        <w:jc w:val="both"/>
      </w:pPr>
      <w:r w:rsidRPr="005C43A4">
        <w:t>осуществляет проверку представленных в конкурсном предложении сведений на достоверность;</w:t>
      </w:r>
    </w:p>
    <w:p w:rsidR="007437DA" w:rsidRPr="005C43A4" w:rsidRDefault="007437DA" w:rsidP="002C3515">
      <w:pPr>
        <w:pStyle w:val="NoSpacing"/>
        <w:ind w:firstLine="709"/>
        <w:jc w:val="both"/>
      </w:pPr>
      <w:r w:rsidRPr="005C43A4">
        <w:t>осуществляет проверку соответствия участника конкурсного отбора квалификационным требованиям конкурсной документации.</w:t>
      </w:r>
    </w:p>
    <w:p w:rsidR="007437DA" w:rsidRPr="005C43A4" w:rsidRDefault="007437DA" w:rsidP="002C3515">
      <w:pPr>
        <w:pStyle w:val="NoSpacing"/>
        <w:ind w:firstLine="709"/>
        <w:jc w:val="both"/>
      </w:pPr>
      <w:r w:rsidRPr="005C43A4">
        <w:t xml:space="preserve">2.13. Конкурсная комиссия </w:t>
      </w:r>
      <w:r w:rsidRPr="00A9167C">
        <w:t>вправе</w:t>
      </w:r>
      <w:r w:rsidRPr="005C43A4">
        <w:t xml:space="preserve"> потребовать от участника конкурсного отбора представить в десятидневный срок письменные разъяснения положений конкурсного предложения.</w:t>
      </w:r>
    </w:p>
    <w:p w:rsidR="007437DA" w:rsidRPr="005C43A4" w:rsidRDefault="007437DA" w:rsidP="002C3515">
      <w:pPr>
        <w:pStyle w:val="NoSpacing"/>
        <w:ind w:firstLine="709"/>
        <w:jc w:val="both"/>
      </w:pPr>
      <w:r w:rsidRPr="005C43A4">
        <w:t>2.14. Конкурсная комиссия отклоняет конкурсное предложение участника конкурсного отбора в следующих случаях:</w:t>
      </w:r>
    </w:p>
    <w:p w:rsidR="007437DA" w:rsidRPr="005C43A4" w:rsidRDefault="007437DA" w:rsidP="002C3515">
      <w:pPr>
        <w:pStyle w:val="NoSpacing"/>
        <w:ind w:firstLine="709"/>
        <w:jc w:val="both"/>
      </w:pPr>
      <w:r w:rsidRPr="005C43A4">
        <w:t>несоответствия участника конкурсного отбора квалификационным требованиям конкурсной документации;</w:t>
      </w:r>
    </w:p>
    <w:p w:rsidR="007437DA" w:rsidRPr="005C43A4" w:rsidRDefault="007437DA" w:rsidP="002C3515">
      <w:pPr>
        <w:pStyle w:val="NoSpacing"/>
        <w:ind w:firstLine="709"/>
        <w:jc w:val="both"/>
      </w:pPr>
      <w:r w:rsidRPr="005C43A4">
        <w:t>выявленной недостоверности сведений, представленных в конкурсном предложении участника конкурсного отбора;</w:t>
      </w:r>
    </w:p>
    <w:p w:rsidR="007437DA" w:rsidRPr="005C43A4" w:rsidRDefault="007437DA" w:rsidP="002C3515">
      <w:pPr>
        <w:pStyle w:val="NoSpacing"/>
        <w:ind w:firstLine="709"/>
        <w:jc w:val="both"/>
        <w:rPr>
          <w:lang w:eastAsia="ru-RU"/>
        </w:rPr>
      </w:pPr>
      <w:r w:rsidRPr="005C43A4">
        <w:rPr>
          <w:lang w:eastAsia="ru-RU"/>
        </w:rPr>
        <w:t xml:space="preserve">отказа участника конкурсного отбора дать письменные разъяснения положений конкурсного предложения по требованию </w:t>
      </w:r>
      <w:r w:rsidR="002C3515">
        <w:rPr>
          <w:lang w:eastAsia="ru-RU"/>
        </w:rPr>
        <w:t>к</w:t>
      </w:r>
      <w:r w:rsidRPr="005C43A4">
        <w:rPr>
          <w:lang w:eastAsia="ru-RU"/>
        </w:rPr>
        <w:t>онкурсной комиссии;</w:t>
      </w:r>
    </w:p>
    <w:p w:rsidR="007437DA" w:rsidRPr="005C43A4" w:rsidRDefault="007437DA" w:rsidP="002C3515">
      <w:pPr>
        <w:pStyle w:val="NoSpacing"/>
        <w:ind w:firstLine="709"/>
        <w:jc w:val="both"/>
        <w:rPr>
          <w:lang w:eastAsia="ru-RU"/>
        </w:rPr>
      </w:pPr>
      <w:r w:rsidRPr="005C43A4">
        <w:rPr>
          <w:lang w:eastAsia="ru-RU"/>
        </w:rPr>
        <w:t xml:space="preserve">наличия в представленных в конкурсном предложении или по дополнительному требованию </w:t>
      </w:r>
      <w:r w:rsidR="002C3515">
        <w:rPr>
          <w:lang w:eastAsia="ru-RU"/>
        </w:rPr>
        <w:t>к</w:t>
      </w:r>
      <w:r w:rsidRPr="005C43A4">
        <w:rPr>
          <w:lang w:eastAsia="ru-RU"/>
        </w:rPr>
        <w:t>онкурсной комиссии расчетах и обоснованиях арифметических или технических ошибок, исправление которых меняет параметры конкурсного предложения.</w:t>
      </w:r>
    </w:p>
    <w:p w:rsidR="007437DA" w:rsidRPr="005C43A4" w:rsidRDefault="007437DA" w:rsidP="002C3515">
      <w:pPr>
        <w:pStyle w:val="NoSpacing"/>
        <w:ind w:firstLine="709"/>
        <w:jc w:val="both"/>
        <w:rPr>
          <w:lang w:eastAsia="ru-RU"/>
        </w:rPr>
      </w:pPr>
      <w:r w:rsidRPr="005C43A4">
        <w:rPr>
          <w:lang w:eastAsia="ru-RU"/>
        </w:rPr>
        <w:t xml:space="preserve">2.15. В срок не более 20 календарных дней после вскрытия конвертов с конкурсными предложениями </w:t>
      </w:r>
      <w:r w:rsidR="002C3515">
        <w:rPr>
          <w:lang w:eastAsia="ru-RU"/>
        </w:rPr>
        <w:t>к</w:t>
      </w:r>
      <w:r w:rsidRPr="005C43A4">
        <w:rPr>
          <w:lang w:eastAsia="ru-RU"/>
        </w:rPr>
        <w:t>онкурсная комиссия подводит результаты конкурсного отбора по итогам рассмотрения конкурсных предложений и определяет победителя конкурсного отбора отдельно по каждому городскому маршруту водного транспорта в соответствии с порядком и критериями, предусмотренными конкурсной документацией. Победитель конкурсного отбора получает право на заключение договора.</w:t>
      </w:r>
    </w:p>
    <w:p w:rsidR="007437DA" w:rsidRPr="005C43A4" w:rsidRDefault="007437DA" w:rsidP="002C3515">
      <w:pPr>
        <w:pStyle w:val="NoSpacing"/>
        <w:ind w:firstLine="709"/>
        <w:jc w:val="both"/>
        <w:rPr>
          <w:lang w:eastAsia="ru-RU"/>
        </w:rPr>
      </w:pPr>
      <w:r w:rsidRPr="005C43A4">
        <w:rPr>
          <w:lang w:eastAsia="ru-RU"/>
        </w:rPr>
        <w:t xml:space="preserve">2.16. В протоколе заседания </w:t>
      </w:r>
      <w:r w:rsidR="002C3515">
        <w:rPr>
          <w:lang w:eastAsia="ru-RU"/>
        </w:rPr>
        <w:t>к</w:t>
      </w:r>
      <w:r w:rsidRPr="005C43A4">
        <w:rPr>
          <w:lang w:eastAsia="ru-RU"/>
        </w:rPr>
        <w:t>онкурсной комиссии, на котором подводятся результаты конкурсного отбора, указываются следующие сведения:</w:t>
      </w:r>
    </w:p>
    <w:p w:rsidR="007437DA" w:rsidRPr="005C43A4" w:rsidRDefault="007437DA" w:rsidP="002C3515">
      <w:pPr>
        <w:pStyle w:val="NoSpacing"/>
        <w:ind w:firstLine="709"/>
        <w:jc w:val="both"/>
        <w:rPr>
          <w:lang w:eastAsia="ru-RU"/>
        </w:rPr>
      </w:pPr>
      <w:r w:rsidRPr="005C43A4">
        <w:rPr>
          <w:lang w:eastAsia="ru-RU"/>
        </w:rPr>
        <w:t>оценка и сопоставление конкурсных предложений участников конкурсного отбора;</w:t>
      </w:r>
    </w:p>
    <w:p w:rsidR="007437DA" w:rsidRPr="005C43A4" w:rsidRDefault="007437DA" w:rsidP="002C3515">
      <w:pPr>
        <w:pStyle w:val="NoSpacing"/>
        <w:ind w:firstLine="709"/>
        <w:jc w:val="both"/>
        <w:rPr>
          <w:lang w:eastAsia="ru-RU"/>
        </w:rPr>
      </w:pPr>
      <w:r w:rsidRPr="005C43A4">
        <w:rPr>
          <w:lang w:eastAsia="ru-RU"/>
        </w:rPr>
        <w:lastRenderedPageBreak/>
        <w:t>основания отклонения конкурсных предложений участников конкурсного отбора;</w:t>
      </w:r>
    </w:p>
    <w:p w:rsidR="007437DA" w:rsidRPr="005C43A4" w:rsidRDefault="007437DA" w:rsidP="002C3515">
      <w:pPr>
        <w:pStyle w:val="NoSpacing"/>
        <w:ind w:firstLine="709"/>
        <w:jc w:val="both"/>
        <w:rPr>
          <w:lang w:eastAsia="ru-RU"/>
        </w:rPr>
      </w:pPr>
      <w:r w:rsidRPr="005C43A4">
        <w:rPr>
          <w:lang w:eastAsia="ru-RU"/>
        </w:rPr>
        <w:t>признание участника конкурсного отбора победителем конкурсного отбора;</w:t>
      </w:r>
    </w:p>
    <w:p w:rsidR="007437DA" w:rsidRPr="005C43A4" w:rsidRDefault="007437DA" w:rsidP="002C3515">
      <w:pPr>
        <w:pStyle w:val="NoSpacing"/>
        <w:ind w:firstLine="709"/>
        <w:jc w:val="both"/>
        <w:rPr>
          <w:lang w:eastAsia="ru-RU"/>
        </w:rPr>
      </w:pPr>
      <w:r w:rsidRPr="005C43A4">
        <w:rPr>
          <w:lang w:eastAsia="ru-RU"/>
        </w:rPr>
        <w:t>признание участника конкурсного отбора, занявшего второе место.</w:t>
      </w:r>
    </w:p>
    <w:p w:rsidR="007437DA" w:rsidRPr="005C43A4" w:rsidRDefault="007437DA" w:rsidP="002C3515">
      <w:pPr>
        <w:pStyle w:val="NoSpacing"/>
        <w:ind w:firstLine="709"/>
        <w:jc w:val="both"/>
        <w:rPr>
          <w:lang w:eastAsia="ru-RU"/>
        </w:rPr>
      </w:pPr>
      <w:r w:rsidRPr="005C43A4">
        <w:rPr>
          <w:lang w:eastAsia="ru-RU"/>
        </w:rPr>
        <w:t xml:space="preserve">2.17. Победители конкурсного отбора определяются по каждому маршруту водного транспорта </w:t>
      </w:r>
      <w:r>
        <w:rPr>
          <w:lang w:eastAsia="ru-RU"/>
        </w:rPr>
        <w:t>города</w:t>
      </w:r>
      <w:r w:rsidRPr="005C43A4">
        <w:rPr>
          <w:lang w:eastAsia="ru-RU"/>
        </w:rPr>
        <w:t xml:space="preserve"> Ханты-Мансийска отдельно.</w:t>
      </w:r>
    </w:p>
    <w:p w:rsidR="007437DA" w:rsidRPr="005C43A4" w:rsidRDefault="007437DA" w:rsidP="002C3515">
      <w:pPr>
        <w:pStyle w:val="NoSpacing"/>
        <w:ind w:firstLine="709"/>
        <w:jc w:val="both"/>
        <w:rPr>
          <w:lang w:eastAsia="ru-RU"/>
        </w:rPr>
      </w:pPr>
      <w:r w:rsidRPr="005C43A4">
        <w:rPr>
          <w:lang w:eastAsia="ru-RU"/>
        </w:rPr>
        <w:t>По каждому маршруту водного транспорта</w:t>
      </w:r>
      <w:r w:rsidRPr="0018150B">
        <w:rPr>
          <w:lang w:eastAsia="ru-RU"/>
        </w:rPr>
        <w:t xml:space="preserve"> </w:t>
      </w:r>
      <w:r>
        <w:rPr>
          <w:lang w:eastAsia="ru-RU"/>
        </w:rPr>
        <w:t>города</w:t>
      </w:r>
      <w:r w:rsidRPr="005C43A4">
        <w:rPr>
          <w:lang w:eastAsia="ru-RU"/>
        </w:rPr>
        <w:t xml:space="preserve"> Ханты-Мансийска определяется участник конкурсного отбора, занявший второе место.</w:t>
      </w:r>
    </w:p>
    <w:p w:rsidR="007437DA" w:rsidRPr="005C43A4" w:rsidRDefault="007437DA" w:rsidP="002C3515">
      <w:pPr>
        <w:pStyle w:val="NoSpacing"/>
        <w:ind w:firstLine="709"/>
        <w:jc w:val="both"/>
        <w:rPr>
          <w:lang w:eastAsia="ru-RU"/>
        </w:rPr>
      </w:pPr>
      <w:r w:rsidRPr="005C43A4">
        <w:rPr>
          <w:lang w:eastAsia="ru-RU"/>
        </w:rPr>
        <w:t>2.18. Конкурсная комиссия признает конкурсный отбор несостоявшимся в случае, если:</w:t>
      </w:r>
    </w:p>
    <w:p w:rsidR="007437DA" w:rsidRPr="005C43A4" w:rsidRDefault="007437DA" w:rsidP="002C3515">
      <w:pPr>
        <w:pStyle w:val="NoSpacing"/>
        <w:ind w:firstLine="709"/>
        <w:jc w:val="both"/>
        <w:rPr>
          <w:lang w:eastAsia="ru-RU"/>
        </w:rPr>
      </w:pPr>
      <w:r w:rsidRPr="005C43A4">
        <w:rPr>
          <w:lang w:eastAsia="ru-RU"/>
        </w:rPr>
        <w:t>ни один претендент не допущен для участия в конкурсном отборе;</w:t>
      </w:r>
    </w:p>
    <w:p w:rsidR="007437DA" w:rsidRPr="005C43A4" w:rsidRDefault="007437DA" w:rsidP="002C3515">
      <w:pPr>
        <w:pStyle w:val="NoSpacing"/>
        <w:ind w:firstLine="709"/>
        <w:jc w:val="both"/>
        <w:rPr>
          <w:lang w:eastAsia="ru-RU"/>
        </w:rPr>
      </w:pPr>
      <w:r w:rsidRPr="005C43A4">
        <w:rPr>
          <w:lang w:eastAsia="ru-RU"/>
        </w:rPr>
        <w:t>отклонены конкурсные предложения всех участников конкурсного отбора;</w:t>
      </w:r>
    </w:p>
    <w:p w:rsidR="007437DA" w:rsidRPr="005C43A4" w:rsidRDefault="007437DA" w:rsidP="002C3515">
      <w:pPr>
        <w:pStyle w:val="NoSpacing"/>
        <w:ind w:firstLine="709"/>
        <w:jc w:val="both"/>
        <w:rPr>
          <w:lang w:eastAsia="ru-RU"/>
        </w:rPr>
      </w:pPr>
      <w:r w:rsidRPr="005C43A4">
        <w:rPr>
          <w:lang w:eastAsia="ru-RU"/>
        </w:rPr>
        <w:t>на конкурсный отбор не было подано ни одного конкурсного предложения.</w:t>
      </w:r>
    </w:p>
    <w:p w:rsidR="007437DA" w:rsidRPr="005C43A4" w:rsidRDefault="007437DA" w:rsidP="002C3515">
      <w:pPr>
        <w:pStyle w:val="NoSpacing"/>
        <w:ind w:firstLine="709"/>
        <w:jc w:val="both"/>
        <w:rPr>
          <w:lang w:eastAsia="ru-RU"/>
        </w:rPr>
      </w:pPr>
      <w:r w:rsidRPr="005C43A4">
        <w:rPr>
          <w:lang w:eastAsia="ru-RU"/>
        </w:rPr>
        <w:t xml:space="preserve">2.19. В случае, если конкурсное предложение, отвечающее всем требованиям, указанным в конкурсной документации, подал только один участник конкурсного отбора и </w:t>
      </w:r>
      <w:r w:rsidR="002C3515">
        <w:rPr>
          <w:lang w:eastAsia="ru-RU"/>
        </w:rPr>
        <w:t>к</w:t>
      </w:r>
      <w:r w:rsidRPr="005C43A4">
        <w:rPr>
          <w:lang w:eastAsia="ru-RU"/>
        </w:rPr>
        <w:t>онкурсная комиссия приняла решение о признании конкурсного отбора несостоявшимся, организатор перевозок в течение трех рабочих дней с даты признания конкурсного отбора несостоявшимся передает такому участнику конкурсного отбора проект договора.</w:t>
      </w:r>
    </w:p>
    <w:p w:rsidR="007437DA" w:rsidRPr="005C43A4" w:rsidRDefault="007437DA" w:rsidP="002C3515">
      <w:pPr>
        <w:pStyle w:val="NoSpacing"/>
        <w:ind w:firstLine="709"/>
        <w:jc w:val="both"/>
        <w:rPr>
          <w:lang w:eastAsia="ru-RU"/>
        </w:rPr>
      </w:pPr>
      <w:r w:rsidRPr="005C43A4">
        <w:rPr>
          <w:lang w:eastAsia="ru-RU"/>
        </w:rPr>
        <w:t>2.20. Конкурсная комиссия принимает решение об объявлении и проведении повторного конкурсного отбора в случае, если:</w:t>
      </w:r>
    </w:p>
    <w:p w:rsidR="007437DA" w:rsidRPr="005C43A4" w:rsidRDefault="007437DA" w:rsidP="002C3515">
      <w:pPr>
        <w:pStyle w:val="NoSpacing"/>
        <w:ind w:firstLine="709"/>
        <w:jc w:val="both"/>
        <w:rPr>
          <w:lang w:eastAsia="ru-RU"/>
        </w:rPr>
      </w:pPr>
      <w:r w:rsidRPr="005C43A4">
        <w:rPr>
          <w:lang w:eastAsia="ru-RU"/>
        </w:rPr>
        <w:t>конкурсный отбор признан несостоявшимся;</w:t>
      </w:r>
    </w:p>
    <w:p w:rsidR="007437DA" w:rsidRPr="005C43A4" w:rsidRDefault="007437DA" w:rsidP="002C3515">
      <w:pPr>
        <w:pStyle w:val="NoSpacing"/>
        <w:ind w:firstLine="709"/>
        <w:jc w:val="both"/>
        <w:rPr>
          <w:lang w:eastAsia="ru-RU"/>
        </w:rPr>
      </w:pPr>
      <w:r w:rsidRPr="005C43A4">
        <w:rPr>
          <w:lang w:eastAsia="ru-RU"/>
        </w:rPr>
        <w:t>договор не был заключен с единственным участником конкурсного отбора.</w:t>
      </w:r>
    </w:p>
    <w:p w:rsidR="007437DA" w:rsidRPr="005C43A4" w:rsidRDefault="007437DA" w:rsidP="007437DA">
      <w:pPr>
        <w:pStyle w:val="NoSpacing"/>
        <w:jc w:val="both"/>
        <w:rPr>
          <w:lang w:eastAsia="ru-RU"/>
        </w:rPr>
      </w:pPr>
      <w:r w:rsidRPr="005C43A4">
        <w:rPr>
          <w:lang w:eastAsia="ru-RU"/>
        </w:rPr>
        <w:t>          </w:t>
      </w:r>
    </w:p>
    <w:p w:rsidR="002C3515" w:rsidRDefault="007437DA" w:rsidP="007437DA">
      <w:pPr>
        <w:pStyle w:val="NoSpacing"/>
        <w:jc w:val="center"/>
        <w:rPr>
          <w:lang w:eastAsia="ru-RU"/>
        </w:rPr>
      </w:pPr>
      <w:r w:rsidRPr="005C43A4">
        <w:rPr>
          <w:lang w:eastAsia="ru-RU"/>
        </w:rPr>
        <w:t xml:space="preserve">3. Заключение договора по результатам проведения </w:t>
      </w:r>
    </w:p>
    <w:p w:rsidR="007437DA" w:rsidRPr="005C43A4" w:rsidRDefault="007437DA" w:rsidP="007437DA">
      <w:pPr>
        <w:pStyle w:val="NoSpacing"/>
        <w:jc w:val="center"/>
        <w:rPr>
          <w:lang w:eastAsia="ru-RU"/>
        </w:rPr>
      </w:pPr>
      <w:r w:rsidRPr="005C43A4">
        <w:rPr>
          <w:lang w:eastAsia="ru-RU"/>
        </w:rPr>
        <w:t>конкурсного отбора</w:t>
      </w:r>
    </w:p>
    <w:p w:rsidR="007437DA" w:rsidRPr="005C43A4" w:rsidRDefault="007437DA" w:rsidP="007437DA">
      <w:pPr>
        <w:pStyle w:val="NoSpacing"/>
        <w:jc w:val="center"/>
        <w:rPr>
          <w:lang w:eastAsia="ru-RU"/>
        </w:rPr>
      </w:pPr>
    </w:p>
    <w:p w:rsidR="007437DA" w:rsidRPr="005C43A4" w:rsidRDefault="007437DA" w:rsidP="003539BF">
      <w:pPr>
        <w:pStyle w:val="NoSpacing"/>
        <w:ind w:firstLine="709"/>
        <w:jc w:val="both"/>
        <w:rPr>
          <w:lang w:eastAsia="ru-RU"/>
        </w:rPr>
      </w:pPr>
      <w:r w:rsidRPr="005C43A4">
        <w:rPr>
          <w:lang w:eastAsia="ru-RU"/>
        </w:rPr>
        <w:t xml:space="preserve">3.1. Организатор перевозок в течение трех рабочих дней со дня принятия </w:t>
      </w:r>
      <w:r w:rsidR="002C3515">
        <w:rPr>
          <w:lang w:eastAsia="ru-RU"/>
        </w:rPr>
        <w:t>к</w:t>
      </w:r>
      <w:r w:rsidRPr="005C43A4">
        <w:rPr>
          <w:lang w:eastAsia="ru-RU"/>
        </w:rPr>
        <w:t>онкурсной комиссией решения об определении победителя конкурсного отбора обязан передать победителю конкурсного отбора для подписания проект договора, предусмотренный конкурсной документацией, дополненный условиями, указанными в конкурсном предложении победителя конкурсного отбора, подписанный уполномоченным лицом Администрации города Ханты-Мансийска либо исполняющим его обязанности.</w:t>
      </w:r>
    </w:p>
    <w:p w:rsidR="007437DA" w:rsidRPr="005C43A4" w:rsidRDefault="007437DA" w:rsidP="003539BF">
      <w:pPr>
        <w:pStyle w:val="NoSpacing"/>
        <w:ind w:firstLine="709"/>
        <w:jc w:val="both"/>
        <w:rPr>
          <w:lang w:eastAsia="ru-RU"/>
        </w:rPr>
      </w:pPr>
      <w:r w:rsidRPr="005C43A4">
        <w:rPr>
          <w:lang w:eastAsia="ru-RU"/>
        </w:rPr>
        <w:t>3.2. Победитель конкурсного отбора, получивший проект договора для подписания, обязан в течение трех рабочих дней</w:t>
      </w:r>
      <w:r w:rsidR="004F4BAA">
        <w:rPr>
          <w:lang w:eastAsia="ru-RU"/>
        </w:rPr>
        <w:t xml:space="preserve"> со дня его получения передать </w:t>
      </w:r>
      <w:r w:rsidRPr="005C43A4">
        <w:rPr>
          <w:lang w:eastAsia="ru-RU"/>
        </w:rPr>
        <w:t xml:space="preserve"> организатору перевозок подписанный договор.</w:t>
      </w:r>
    </w:p>
    <w:p w:rsidR="007437DA" w:rsidRPr="005C43A4" w:rsidRDefault="007437DA" w:rsidP="003539BF">
      <w:pPr>
        <w:pStyle w:val="NoSpacing"/>
        <w:ind w:firstLine="709"/>
        <w:jc w:val="both"/>
        <w:rPr>
          <w:lang w:eastAsia="ru-RU"/>
        </w:rPr>
      </w:pPr>
      <w:r w:rsidRPr="005C43A4">
        <w:rPr>
          <w:lang w:eastAsia="ru-RU"/>
        </w:rPr>
        <w:t>Конкурсная комиссия признает победителя конкурсного отбора уклонившимся от заключения договора в случае, если победитель конкурсного отбора не представил организатору перевозок подписанный договор в установленный срок.</w:t>
      </w:r>
    </w:p>
    <w:p w:rsidR="007437DA" w:rsidRPr="005C43A4" w:rsidRDefault="007437DA" w:rsidP="003539BF">
      <w:pPr>
        <w:pStyle w:val="NoSpacing"/>
        <w:ind w:firstLine="709"/>
        <w:jc w:val="both"/>
        <w:rPr>
          <w:lang w:eastAsia="ru-RU"/>
        </w:rPr>
      </w:pPr>
      <w:r w:rsidRPr="005C43A4">
        <w:rPr>
          <w:lang w:eastAsia="ru-RU"/>
        </w:rPr>
        <w:t xml:space="preserve">3.3. Организатор перевозок в течение трех рабочих дней со дня принятия </w:t>
      </w:r>
      <w:r w:rsidR="002C3515">
        <w:rPr>
          <w:lang w:eastAsia="ru-RU"/>
        </w:rPr>
        <w:t>к</w:t>
      </w:r>
      <w:r w:rsidRPr="005C43A4">
        <w:rPr>
          <w:lang w:eastAsia="ru-RU"/>
        </w:rPr>
        <w:t>онкурсной комиссией решения о признании победителя конкурсного отбора уклонившимся от заключения договора</w:t>
      </w:r>
      <w:r w:rsidR="004F4BAA">
        <w:rPr>
          <w:lang w:eastAsia="ru-RU"/>
        </w:rPr>
        <w:t xml:space="preserve"> </w:t>
      </w:r>
      <w:r w:rsidRPr="005C43A4">
        <w:rPr>
          <w:lang w:eastAsia="ru-RU"/>
        </w:rPr>
        <w:t xml:space="preserve"> обязан передать для подписания участнику </w:t>
      </w:r>
      <w:r w:rsidRPr="005C43A4">
        <w:rPr>
          <w:lang w:eastAsia="ru-RU"/>
        </w:rPr>
        <w:lastRenderedPageBreak/>
        <w:t>конкурсного отбора, занявшему второе место, проект договора, предусмотренный конкурсной документацией, дополненный условиями, указанными в конкурсном предложении участника конкурсного отбора, занявшего второе место, подписанный уполномоченным лицом Админ</w:t>
      </w:r>
      <w:r w:rsidR="004F4BAA">
        <w:rPr>
          <w:lang w:eastAsia="ru-RU"/>
        </w:rPr>
        <w:t>истрации города Ханты-Мансийска</w:t>
      </w:r>
      <w:r w:rsidRPr="005C43A4">
        <w:rPr>
          <w:lang w:eastAsia="ru-RU"/>
        </w:rPr>
        <w:t xml:space="preserve"> либо исполняющим его обязанности.</w:t>
      </w:r>
    </w:p>
    <w:p w:rsidR="007437DA" w:rsidRPr="005C43A4" w:rsidRDefault="007437DA" w:rsidP="003539BF">
      <w:pPr>
        <w:pStyle w:val="NoSpacing"/>
        <w:ind w:firstLine="709"/>
        <w:jc w:val="both"/>
        <w:rPr>
          <w:lang w:eastAsia="ru-RU"/>
        </w:rPr>
      </w:pPr>
      <w:r w:rsidRPr="005C43A4">
        <w:rPr>
          <w:lang w:eastAsia="ru-RU"/>
        </w:rPr>
        <w:t xml:space="preserve">3.4. На период до подведения результатов повторного конкурсного отбора, проводимого в соответствии с пунктом 2.20 настоящего Положения, срок действия договора, действующего на момент проведения конкурсного отбора, может быть продлен по соглашению сторон договора и на основании решения </w:t>
      </w:r>
      <w:r w:rsidR="002C3515">
        <w:rPr>
          <w:lang w:eastAsia="ru-RU"/>
        </w:rPr>
        <w:t>к</w:t>
      </w:r>
      <w:r w:rsidRPr="005C43A4">
        <w:rPr>
          <w:lang w:eastAsia="ru-RU"/>
        </w:rPr>
        <w:t>онкурсной комиссии на срок не более шести месяцев.</w:t>
      </w:r>
    </w:p>
    <w:p w:rsidR="007437DA" w:rsidRPr="005C43A4" w:rsidRDefault="007437DA" w:rsidP="003539BF">
      <w:pPr>
        <w:pStyle w:val="NoSpacing"/>
        <w:ind w:firstLine="709"/>
        <w:jc w:val="both"/>
        <w:rPr>
          <w:lang w:eastAsia="ru-RU"/>
        </w:rPr>
      </w:pPr>
      <w:r w:rsidRPr="005C43A4">
        <w:rPr>
          <w:lang w:eastAsia="ru-RU"/>
        </w:rPr>
        <w:t xml:space="preserve">3.5. Организатор перевозок в 15-дневный срок со дня принятия </w:t>
      </w:r>
      <w:r w:rsidR="002C3515">
        <w:rPr>
          <w:lang w:eastAsia="ru-RU"/>
        </w:rPr>
        <w:t>к</w:t>
      </w:r>
      <w:r w:rsidRPr="005C43A4">
        <w:rPr>
          <w:lang w:eastAsia="ru-RU"/>
        </w:rPr>
        <w:t xml:space="preserve">онкурсной комиссией решения о подведении результатов конкурсного отбора обязан обеспечить размещение информации о результатах конкурсного отбора </w:t>
      </w:r>
      <w:r w:rsidRPr="005C43A4">
        <w:rPr>
          <w:szCs w:val="28"/>
        </w:rPr>
        <w:t>на официальном сайте Администрации города Ханты-Мансийска</w:t>
      </w:r>
      <w:r w:rsidRPr="005C43A4">
        <w:rPr>
          <w:lang w:eastAsia="ru-RU"/>
        </w:rPr>
        <w:t xml:space="preserve"> в сети Интернет.</w:t>
      </w:r>
    </w:p>
    <w:p w:rsidR="002B3F0C" w:rsidRDefault="007437DA" w:rsidP="007437DA">
      <w:pPr>
        <w:ind w:firstLine="851"/>
        <w:jc w:val="both"/>
        <w:rPr>
          <w:sz w:val="28"/>
        </w:rPr>
      </w:pPr>
      <w:r w:rsidRPr="005C43A4">
        <w:br/>
      </w: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jc w:val="both"/>
        <w:rPr>
          <w:sz w:val="28"/>
        </w:rPr>
      </w:pPr>
    </w:p>
    <w:p w:rsidR="002B3F0C" w:rsidRDefault="002B3F0C" w:rsidP="002B3F0C">
      <w:pPr>
        <w:ind w:firstLine="851"/>
        <w:rPr>
          <w:sz w:val="28"/>
        </w:rPr>
      </w:pPr>
    </w:p>
    <w:p w:rsidR="002B3F0C" w:rsidRDefault="002B3F0C" w:rsidP="002B3F0C">
      <w:pPr>
        <w:ind w:firstLine="851"/>
        <w:jc w:val="both"/>
        <w:rPr>
          <w:sz w:val="28"/>
        </w:rPr>
      </w:pPr>
    </w:p>
    <w:p w:rsidR="002B3F0C" w:rsidRDefault="002B3F0C"/>
    <w:p w:rsidR="008704A7" w:rsidRDefault="008704A7"/>
    <w:p w:rsidR="008704A7" w:rsidRDefault="008704A7"/>
    <w:p w:rsidR="008704A7" w:rsidRDefault="008704A7"/>
    <w:p w:rsidR="008704A7" w:rsidRDefault="008704A7"/>
    <w:p w:rsidR="008704A7" w:rsidRDefault="008704A7"/>
    <w:p w:rsidR="008704A7" w:rsidRDefault="008704A7"/>
    <w:p w:rsidR="008704A7" w:rsidRDefault="008704A7"/>
    <w:p w:rsidR="008704A7" w:rsidRPr="005C43A4" w:rsidRDefault="008704A7" w:rsidP="008704A7">
      <w:pPr>
        <w:pStyle w:val="NoSpacing"/>
        <w:jc w:val="right"/>
      </w:pPr>
      <w:r w:rsidRPr="005C43A4">
        <w:lastRenderedPageBreak/>
        <w:t>Приложение</w:t>
      </w:r>
      <w:r>
        <w:t xml:space="preserve"> 2</w:t>
      </w:r>
    </w:p>
    <w:p w:rsidR="008704A7" w:rsidRPr="005C43A4" w:rsidRDefault="008704A7" w:rsidP="008704A7">
      <w:pPr>
        <w:pStyle w:val="NoSpacing"/>
        <w:jc w:val="right"/>
      </w:pPr>
      <w:r w:rsidRPr="005C43A4">
        <w:t>к постановлению Администрации</w:t>
      </w:r>
    </w:p>
    <w:p w:rsidR="008704A7" w:rsidRPr="005C43A4" w:rsidRDefault="008704A7" w:rsidP="008704A7">
      <w:pPr>
        <w:pStyle w:val="NoSpacing"/>
        <w:jc w:val="right"/>
      </w:pPr>
      <w:r w:rsidRPr="005C43A4">
        <w:t>города Ханты-Мансийска</w:t>
      </w:r>
    </w:p>
    <w:p w:rsidR="008704A7" w:rsidRPr="005C43A4" w:rsidRDefault="008704A7" w:rsidP="008704A7">
      <w:pPr>
        <w:pStyle w:val="NoSpacing"/>
        <w:jc w:val="right"/>
      </w:pPr>
      <w:r w:rsidRPr="005C43A4">
        <w:t>от</w:t>
      </w:r>
      <w:r w:rsidR="00CC0AD2">
        <w:t xml:space="preserve"> 29.03.2012</w:t>
      </w:r>
      <w:r w:rsidRPr="005C43A4">
        <w:t xml:space="preserve"> № </w:t>
      </w:r>
      <w:r w:rsidR="00CC0AD2">
        <w:t>376</w:t>
      </w:r>
    </w:p>
    <w:p w:rsidR="008704A7" w:rsidRPr="005C43A4" w:rsidRDefault="008704A7" w:rsidP="008704A7">
      <w:pPr>
        <w:jc w:val="center"/>
      </w:pPr>
    </w:p>
    <w:p w:rsidR="008704A7" w:rsidRDefault="008704A7" w:rsidP="008704A7">
      <w:pPr>
        <w:jc w:val="center"/>
        <w:rPr>
          <w:sz w:val="28"/>
          <w:szCs w:val="28"/>
        </w:rPr>
      </w:pPr>
      <w:r w:rsidRPr="008704A7">
        <w:rPr>
          <w:sz w:val="28"/>
          <w:szCs w:val="28"/>
        </w:rPr>
        <w:t>Положение</w:t>
      </w:r>
      <w:r w:rsidRPr="008704A7">
        <w:rPr>
          <w:sz w:val="28"/>
          <w:szCs w:val="28"/>
        </w:rPr>
        <w:br/>
        <w:t xml:space="preserve">о </w:t>
      </w:r>
      <w:r w:rsidR="00831ECE">
        <w:rPr>
          <w:sz w:val="28"/>
          <w:szCs w:val="28"/>
        </w:rPr>
        <w:t>к</w:t>
      </w:r>
      <w:r w:rsidRPr="008704A7">
        <w:rPr>
          <w:sz w:val="28"/>
          <w:szCs w:val="28"/>
        </w:rPr>
        <w:t>онкурсной комиссии по проведению конкурсного отбора на право осуществления регулярных перевозок водным транспортом пассажиров и багажа по маршрутам водного транспорта города Ханты-Мансийска</w:t>
      </w:r>
    </w:p>
    <w:p w:rsidR="008704A7" w:rsidRPr="008704A7" w:rsidRDefault="008704A7" w:rsidP="008704A7">
      <w:pPr>
        <w:jc w:val="center"/>
        <w:rPr>
          <w:sz w:val="28"/>
          <w:szCs w:val="28"/>
        </w:rPr>
      </w:pPr>
      <w:r>
        <w:rPr>
          <w:sz w:val="28"/>
          <w:szCs w:val="28"/>
        </w:rPr>
        <w:t>(далее – Положение)</w:t>
      </w:r>
      <w:r w:rsidRPr="008704A7">
        <w:rPr>
          <w:sz w:val="28"/>
          <w:szCs w:val="28"/>
        </w:rPr>
        <w:br/>
      </w:r>
    </w:p>
    <w:p w:rsidR="008704A7" w:rsidRDefault="008704A7" w:rsidP="008704A7">
      <w:pPr>
        <w:jc w:val="center"/>
        <w:rPr>
          <w:sz w:val="28"/>
          <w:szCs w:val="28"/>
        </w:rPr>
      </w:pPr>
      <w:r w:rsidRPr="008704A7">
        <w:rPr>
          <w:sz w:val="28"/>
          <w:szCs w:val="28"/>
        </w:rPr>
        <w:t>1. Общие положения</w:t>
      </w:r>
    </w:p>
    <w:p w:rsidR="008704A7" w:rsidRPr="008704A7" w:rsidRDefault="008704A7" w:rsidP="008704A7">
      <w:pPr>
        <w:jc w:val="center"/>
        <w:rPr>
          <w:sz w:val="28"/>
          <w:szCs w:val="28"/>
        </w:rPr>
      </w:pPr>
    </w:p>
    <w:p w:rsidR="008704A7" w:rsidRPr="005C43A4" w:rsidRDefault="008704A7" w:rsidP="008704A7">
      <w:pPr>
        <w:pStyle w:val="NoSpacing"/>
        <w:ind w:firstLine="709"/>
        <w:jc w:val="both"/>
        <w:rPr>
          <w:lang w:eastAsia="ru-RU"/>
        </w:rPr>
      </w:pPr>
      <w:r w:rsidRPr="005C43A4">
        <w:rPr>
          <w:lang w:eastAsia="ru-RU"/>
        </w:rPr>
        <w:t xml:space="preserve"> 1.1. Конкурсная комиссия по проведению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пассажиров и багажа по маршрутам водного транспорта </w:t>
      </w:r>
      <w:r>
        <w:rPr>
          <w:lang w:eastAsia="ru-RU"/>
        </w:rPr>
        <w:t>города</w:t>
      </w:r>
      <w:r w:rsidRPr="005C43A4">
        <w:rPr>
          <w:lang w:eastAsia="ru-RU"/>
        </w:rPr>
        <w:t xml:space="preserve"> Ханты-Мансийска (далее - </w:t>
      </w:r>
      <w:r>
        <w:rPr>
          <w:lang w:eastAsia="ru-RU"/>
        </w:rPr>
        <w:t>к</w:t>
      </w:r>
      <w:r w:rsidRPr="005C43A4">
        <w:rPr>
          <w:lang w:eastAsia="ru-RU"/>
        </w:rPr>
        <w:t xml:space="preserve">омиссия) является постоянно действующим коллегиальным органом, созданным Администрацией города Ханты-Мансийска для проведения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пассажиров и багажа по маршрутам водного транспорта </w:t>
      </w:r>
      <w:r>
        <w:rPr>
          <w:lang w:eastAsia="ru-RU"/>
        </w:rPr>
        <w:t>города</w:t>
      </w:r>
      <w:r w:rsidRPr="005C43A4">
        <w:rPr>
          <w:lang w:eastAsia="ru-RU"/>
        </w:rPr>
        <w:t xml:space="preserve"> Ханты-Мансийска (далее - конкурсный отбор) и решения иных задач, предусмотренных настоящим Положением.</w:t>
      </w:r>
    </w:p>
    <w:p w:rsidR="008704A7" w:rsidRPr="005C43A4" w:rsidRDefault="008704A7" w:rsidP="008704A7">
      <w:pPr>
        <w:pStyle w:val="NoSpacing"/>
        <w:ind w:firstLine="709"/>
        <w:jc w:val="both"/>
        <w:rPr>
          <w:lang w:eastAsia="ru-RU"/>
        </w:rPr>
      </w:pPr>
      <w:r w:rsidRPr="005C43A4">
        <w:rPr>
          <w:lang w:eastAsia="ru-RU"/>
        </w:rPr>
        <w:t>1.2. Комиссия в своей деятельности руководствуется действующим законодательством Российской Федерации,  а также настоящим Положением.</w:t>
      </w:r>
    </w:p>
    <w:p w:rsidR="008704A7" w:rsidRPr="005C43A4" w:rsidRDefault="008704A7" w:rsidP="008704A7">
      <w:pPr>
        <w:pStyle w:val="NoSpacing"/>
        <w:jc w:val="center"/>
        <w:rPr>
          <w:lang w:eastAsia="ru-RU"/>
        </w:rPr>
      </w:pPr>
    </w:p>
    <w:p w:rsidR="008704A7" w:rsidRPr="005C43A4" w:rsidRDefault="008704A7" w:rsidP="008704A7">
      <w:pPr>
        <w:pStyle w:val="NoSpacing"/>
        <w:jc w:val="center"/>
        <w:rPr>
          <w:lang w:eastAsia="ru-RU"/>
        </w:rPr>
      </w:pPr>
      <w:r w:rsidRPr="005C43A4">
        <w:rPr>
          <w:lang w:eastAsia="ru-RU"/>
        </w:rPr>
        <w:t xml:space="preserve">2. Задачи </w:t>
      </w:r>
      <w:r>
        <w:rPr>
          <w:lang w:eastAsia="ru-RU"/>
        </w:rPr>
        <w:t>к</w:t>
      </w:r>
      <w:r w:rsidRPr="005C43A4">
        <w:rPr>
          <w:lang w:eastAsia="ru-RU"/>
        </w:rPr>
        <w:t>омиссии</w:t>
      </w:r>
    </w:p>
    <w:p w:rsidR="008704A7" w:rsidRPr="005C43A4" w:rsidRDefault="008704A7" w:rsidP="008704A7">
      <w:pPr>
        <w:pStyle w:val="NoSpacing"/>
        <w:jc w:val="both"/>
        <w:rPr>
          <w:lang w:eastAsia="ru-RU"/>
        </w:rPr>
      </w:pPr>
      <w:r w:rsidRPr="005C43A4">
        <w:rPr>
          <w:lang w:eastAsia="ru-RU"/>
        </w:rPr>
        <w:t>     </w:t>
      </w:r>
    </w:p>
    <w:p w:rsidR="008704A7" w:rsidRPr="005C43A4" w:rsidRDefault="008704A7" w:rsidP="008704A7">
      <w:pPr>
        <w:pStyle w:val="NoSpacing"/>
        <w:ind w:firstLine="709"/>
        <w:jc w:val="both"/>
        <w:rPr>
          <w:lang w:eastAsia="ru-RU"/>
        </w:rPr>
      </w:pPr>
      <w:r w:rsidRPr="005C43A4">
        <w:rPr>
          <w:lang w:eastAsia="ru-RU"/>
        </w:rPr>
        <w:t>2.1. Проведение конкурсного отбора, в том числе:</w:t>
      </w:r>
    </w:p>
    <w:p w:rsidR="008704A7" w:rsidRPr="005C43A4" w:rsidRDefault="008704A7" w:rsidP="008704A7">
      <w:pPr>
        <w:pStyle w:val="NoSpacing"/>
        <w:ind w:firstLine="709"/>
        <w:jc w:val="both"/>
        <w:rPr>
          <w:lang w:eastAsia="ru-RU"/>
        </w:rPr>
      </w:pPr>
      <w:r w:rsidRPr="005C43A4">
        <w:rPr>
          <w:lang w:eastAsia="ru-RU"/>
        </w:rPr>
        <w:t>вскрытие конвертов с конкурсными предложениями претендентов на участие в конкурсном отборе (далее - претенденты);</w:t>
      </w:r>
    </w:p>
    <w:p w:rsidR="008704A7" w:rsidRPr="005C43A4" w:rsidRDefault="008704A7" w:rsidP="008704A7">
      <w:pPr>
        <w:pStyle w:val="NoSpacing"/>
        <w:ind w:firstLine="709"/>
        <w:jc w:val="both"/>
        <w:rPr>
          <w:lang w:eastAsia="ru-RU"/>
        </w:rPr>
      </w:pPr>
      <w:r w:rsidRPr="005C43A4">
        <w:rPr>
          <w:lang w:eastAsia="ru-RU"/>
        </w:rPr>
        <w:t>принятие решения о признании претендентов участниками конкурсного отбора или об отказе в допуске к участию в конкурсном отборе;</w:t>
      </w:r>
    </w:p>
    <w:p w:rsidR="008704A7" w:rsidRPr="005C43A4" w:rsidRDefault="008704A7" w:rsidP="008704A7">
      <w:pPr>
        <w:pStyle w:val="NoSpacing"/>
        <w:ind w:firstLine="709"/>
        <w:jc w:val="both"/>
        <w:rPr>
          <w:lang w:eastAsia="ru-RU"/>
        </w:rPr>
      </w:pPr>
      <w:r w:rsidRPr="005C43A4">
        <w:rPr>
          <w:lang w:eastAsia="ru-RU"/>
        </w:rPr>
        <w:t>рассмотрение конкурсных предложений участников конкурсного отбора;</w:t>
      </w:r>
    </w:p>
    <w:p w:rsidR="008704A7" w:rsidRPr="005C43A4" w:rsidRDefault="008704A7" w:rsidP="008704A7">
      <w:pPr>
        <w:pStyle w:val="NoSpacing"/>
        <w:ind w:firstLine="709"/>
        <w:jc w:val="both"/>
        <w:rPr>
          <w:lang w:eastAsia="ru-RU"/>
        </w:rPr>
      </w:pPr>
      <w:r w:rsidRPr="005C43A4">
        <w:rPr>
          <w:lang w:eastAsia="ru-RU"/>
        </w:rPr>
        <w:t>сопоставление и оценка конкурсных предложений участников конкурсного отбора;</w:t>
      </w:r>
    </w:p>
    <w:p w:rsidR="008704A7" w:rsidRPr="005C43A4" w:rsidRDefault="008704A7" w:rsidP="008704A7">
      <w:pPr>
        <w:pStyle w:val="NoSpacing"/>
        <w:ind w:firstLine="709"/>
        <w:jc w:val="both"/>
        <w:rPr>
          <w:lang w:eastAsia="ru-RU"/>
        </w:rPr>
      </w:pPr>
      <w:r w:rsidRPr="005C43A4">
        <w:rPr>
          <w:lang w:eastAsia="ru-RU"/>
        </w:rPr>
        <w:t>принятие решения об определении победителя конкурсного отбора, а также об определении участника конкурсного отбора, занявшего второе место;</w:t>
      </w:r>
    </w:p>
    <w:p w:rsidR="008704A7" w:rsidRPr="005C43A4" w:rsidRDefault="008704A7" w:rsidP="008704A7">
      <w:pPr>
        <w:pStyle w:val="NoSpacing"/>
        <w:ind w:firstLine="709"/>
        <w:jc w:val="both"/>
        <w:rPr>
          <w:lang w:eastAsia="ru-RU"/>
        </w:rPr>
      </w:pPr>
      <w:r w:rsidRPr="005C43A4">
        <w:rPr>
          <w:lang w:eastAsia="ru-RU"/>
        </w:rPr>
        <w:t>принятие решения о признании конкурсного отбора несостоявшимся.</w:t>
      </w:r>
    </w:p>
    <w:p w:rsidR="008704A7" w:rsidRPr="005C43A4" w:rsidRDefault="008704A7" w:rsidP="008704A7">
      <w:pPr>
        <w:pStyle w:val="NoSpacing"/>
        <w:ind w:firstLine="709"/>
        <w:jc w:val="both"/>
        <w:rPr>
          <w:lang w:eastAsia="ru-RU"/>
        </w:rPr>
      </w:pPr>
      <w:r w:rsidRPr="005C43A4">
        <w:rPr>
          <w:lang w:eastAsia="ru-RU"/>
        </w:rPr>
        <w:t>2.2. Принятие решения о продлении срока действия договора, действующего на момент проведения конкурсного отбора, в случае признания конкурсного отбора несостоявшимся.</w:t>
      </w:r>
    </w:p>
    <w:p w:rsidR="008704A7" w:rsidRPr="005C43A4" w:rsidRDefault="008704A7" w:rsidP="008704A7">
      <w:pPr>
        <w:pStyle w:val="NoSpacing"/>
        <w:ind w:firstLine="709"/>
        <w:jc w:val="both"/>
        <w:rPr>
          <w:lang w:eastAsia="ru-RU"/>
        </w:rPr>
      </w:pPr>
      <w:r w:rsidRPr="005C43A4">
        <w:rPr>
          <w:lang w:eastAsia="ru-RU"/>
        </w:rPr>
        <w:t>2.3. Принятие решения об объявлении и проведении конкурсного отбора, в том числе повторного конкурсного отбора.</w:t>
      </w:r>
    </w:p>
    <w:p w:rsidR="008704A7" w:rsidRPr="005C43A4" w:rsidRDefault="008704A7" w:rsidP="008704A7">
      <w:pPr>
        <w:pStyle w:val="NoSpacing"/>
        <w:ind w:firstLine="708"/>
        <w:jc w:val="both"/>
        <w:rPr>
          <w:lang w:eastAsia="ru-RU"/>
        </w:rPr>
      </w:pPr>
    </w:p>
    <w:p w:rsidR="008704A7" w:rsidRPr="008704A7" w:rsidRDefault="008704A7" w:rsidP="008704A7">
      <w:pPr>
        <w:pStyle w:val="NoSpacing"/>
        <w:ind w:firstLine="708"/>
        <w:jc w:val="center"/>
        <w:rPr>
          <w:sz w:val="24"/>
          <w:szCs w:val="24"/>
          <w:lang w:eastAsia="ru-RU"/>
        </w:rPr>
      </w:pPr>
    </w:p>
    <w:p w:rsidR="008704A7" w:rsidRPr="005C43A4" w:rsidRDefault="008704A7" w:rsidP="008704A7">
      <w:pPr>
        <w:pStyle w:val="NoSpacing"/>
        <w:ind w:firstLine="708"/>
        <w:jc w:val="center"/>
        <w:rPr>
          <w:lang w:eastAsia="ru-RU"/>
        </w:rPr>
      </w:pPr>
      <w:r w:rsidRPr="005C43A4">
        <w:rPr>
          <w:lang w:eastAsia="ru-RU"/>
        </w:rPr>
        <w:lastRenderedPageBreak/>
        <w:t xml:space="preserve">3. Полномочия </w:t>
      </w:r>
      <w:r>
        <w:rPr>
          <w:lang w:eastAsia="ru-RU"/>
        </w:rPr>
        <w:t>к</w:t>
      </w:r>
      <w:r w:rsidRPr="005C43A4">
        <w:rPr>
          <w:lang w:eastAsia="ru-RU"/>
        </w:rPr>
        <w:t>омиссии</w:t>
      </w:r>
    </w:p>
    <w:p w:rsidR="008704A7" w:rsidRPr="008704A7" w:rsidRDefault="008704A7" w:rsidP="008704A7">
      <w:pPr>
        <w:pStyle w:val="NoSpacing"/>
        <w:ind w:firstLine="708"/>
        <w:jc w:val="center"/>
        <w:rPr>
          <w:sz w:val="16"/>
          <w:szCs w:val="16"/>
          <w:lang w:eastAsia="ru-RU"/>
        </w:rPr>
      </w:pPr>
    </w:p>
    <w:p w:rsidR="008704A7" w:rsidRPr="005C43A4" w:rsidRDefault="008704A7" w:rsidP="008704A7">
      <w:pPr>
        <w:pStyle w:val="NoSpacing"/>
        <w:ind w:firstLine="709"/>
        <w:jc w:val="both"/>
        <w:rPr>
          <w:lang w:eastAsia="ru-RU"/>
        </w:rPr>
      </w:pPr>
      <w:r w:rsidRPr="005C43A4">
        <w:rPr>
          <w:lang w:eastAsia="ru-RU"/>
        </w:rPr>
        <w:t>Для выполнения задач, предусмотренных раздел</w:t>
      </w:r>
      <w:r>
        <w:rPr>
          <w:lang w:eastAsia="ru-RU"/>
        </w:rPr>
        <w:t>ом</w:t>
      </w:r>
      <w:r w:rsidRPr="005C43A4">
        <w:rPr>
          <w:lang w:eastAsia="ru-RU"/>
        </w:rPr>
        <w:t xml:space="preserve"> 2 настоящего Положения, </w:t>
      </w:r>
      <w:r>
        <w:rPr>
          <w:lang w:eastAsia="ru-RU"/>
        </w:rPr>
        <w:t>к</w:t>
      </w:r>
      <w:r w:rsidRPr="005C43A4">
        <w:rPr>
          <w:lang w:eastAsia="ru-RU"/>
        </w:rPr>
        <w:t>омиссия вправе:</w:t>
      </w:r>
    </w:p>
    <w:p w:rsidR="008704A7" w:rsidRPr="005C43A4" w:rsidRDefault="008704A7" w:rsidP="008704A7">
      <w:pPr>
        <w:pStyle w:val="NoSpacing"/>
        <w:ind w:firstLine="709"/>
        <w:jc w:val="both"/>
        <w:rPr>
          <w:lang w:eastAsia="ru-RU"/>
        </w:rPr>
      </w:pPr>
      <w:r w:rsidRPr="005C43A4">
        <w:rPr>
          <w:lang w:eastAsia="ru-RU"/>
        </w:rPr>
        <w:t xml:space="preserve">запрашивать и получать от органов государственной власти и организаций информацию по вопросам осуществления деятельности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осуществлять фактическую проверку деятельности участников конкурсного отбора, в том числе производить осмотр самоходных транспортных средств, оборудования, а также знакомиться с документами участника конкурсного отбора;</w:t>
      </w:r>
    </w:p>
    <w:p w:rsidR="008704A7" w:rsidRPr="005C43A4" w:rsidRDefault="008704A7" w:rsidP="008704A7">
      <w:pPr>
        <w:pStyle w:val="NoSpacing"/>
        <w:ind w:firstLine="709"/>
        <w:jc w:val="both"/>
        <w:rPr>
          <w:lang w:eastAsia="ru-RU"/>
        </w:rPr>
      </w:pPr>
      <w:r w:rsidRPr="005C43A4">
        <w:rPr>
          <w:lang w:eastAsia="ru-RU"/>
        </w:rPr>
        <w:t>запрашивать и получать от участника конкурсного отбора письменные разъяснения положений конкурсного предложения;</w:t>
      </w:r>
    </w:p>
    <w:p w:rsidR="008704A7" w:rsidRPr="005C43A4" w:rsidRDefault="008704A7" w:rsidP="008704A7">
      <w:pPr>
        <w:pStyle w:val="NoSpacing"/>
        <w:ind w:firstLine="709"/>
        <w:jc w:val="both"/>
        <w:rPr>
          <w:lang w:eastAsia="ru-RU"/>
        </w:rPr>
      </w:pPr>
      <w:r w:rsidRPr="005C43A4">
        <w:rPr>
          <w:lang w:eastAsia="ru-RU"/>
        </w:rPr>
        <w:t>утверждать регламент своей работы в части, не урегулированной порядком проведения конкурсного отбора и настоящим Положением, и вносить в него изменения;</w:t>
      </w:r>
    </w:p>
    <w:p w:rsidR="008704A7" w:rsidRPr="005C43A4" w:rsidRDefault="008704A7" w:rsidP="008704A7">
      <w:pPr>
        <w:pStyle w:val="NoSpacing"/>
        <w:ind w:firstLine="709"/>
        <w:jc w:val="both"/>
        <w:rPr>
          <w:lang w:eastAsia="ru-RU"/>
        </w:rPr>
      </w:pPr>
      <w:r w:rsidRPr="005C43A4">
        <w:rPr>
          <w:lang w:eastAsia="ru-RU"/>
        </w:rPr>
        <w:t xml:space="preserve">привлекать для участия в работе </w:t>
      </w:r>
      <w:r>
        <w:rPr>
          <w:lang w:eastAsia="ru-RU"/>
        </w:rPr>
        <w:t>к</w:t>
      </w:r>
      <w:r w:rsidRPr="005C43A4">
        <w:rPr>
          <w:lang w:eastAsia="ru-RU"/>
        </w:rPr>
        <w:t xml:space="preserve">омиссии представителей органов государственной власти и других организаций, а также создавать рабочие группы с привлечением представителей указанных органов и организаций в целях выработки рекомендаций и подготовки предложений по вопросам, входящим в компетенцию </w:t>
      </w:r>
      <w:r>
        <w:rPr>
          <w:lang w:eastAsia="ru-RU"/>
        </w:rPr>
        <w:t>к</w:t>
      </w:r>
      <w:r w:rsidRPr="005C43A4">
        <w:rPr>
          <w:lang w:eastAsia="ru-RU"/>
        </w:rPr>
        <w:t xml:space="preserve">омиссии. Лица, приглашенные для участия в заседании </w:t>
      </w:r>
      <w:r>
        <w:rPr>
          <w:lang w:eastAsia="ru-RU"/>
        </w:rPr>
        <w:t>к</w:t>
      </w:r>
      <w:r w:rsidRPr="005C43A4">
        <w:rPr>
          <w:lang w:eastAsia="ru-RU"/>
        </w:rPr>
        <w:t>омиссии, вправе участвовать в обсуждении рассматриваемых вопросов;</w:t>
      </w:r>
    </w:p>
    <w:p w:rsidR="008704A7" w:rsidRPr="005C43A4" w:rsidRDefault="008704A7" w:rsidP="008704A7">
      <w:pPr>
        <w:pStyle w:val="NoSpacing"/>
        <w:ind w:firstLine="709"/>
        <w:jc w:val="both"/>
        <w:rPr>
          <w:lang w:eastAsia="ru-RU"/>
        </w:rPr>
      </w:pPr>
      <w:r w:rsidRPr="005C43A4">
        <w:rPr>
          <w:lang w:eastAsia="ru-RU"/>
        </w:rPr>
        <w:t>осуществлять иные полномочия, предусмотренные Положением о проведении конкурсного отбора и настоящим Положением.</w:t>
      </w:r>
    </w:p>
    <w:p w:rsidR="008704A7" w:rsidRPr="008704A7" w:rsidRDefault="008704A7" w:rsidP="008704A7">
      <w:pPr>
        <w:pStyle w:val="NoSpacing"/>
        <w:jc w:val="both"/>
        <w:rPr>
          <w:sz w:val="18"/>
          <w:szCs w:val="18"/>
          <w:lang w:eastAsia="ru-RU"/>
        </w:rPr>
      </w:pPr>
    </w:p>
    <w:p w:rsidR="008704A7" w:rsidRPr="005C43A4" w:rsidRDefault="008704A7" w:rsidP="008704A7">
      <w:pPr>
        <w:pStyle w:val="NoSpacing"/>
        <w:jc w:val="center"/>
        <w:rPr>
          <w:lang w:eastAsia="ru-RU"/>
        </w:rPr>
      </w:pPr>
      <w:r w:rsidRPr="005C43A4">
        <w:rPr>
          <w:lang w:eastAsia="ru-RU"/>
        </w:rPr>
        <w:t xml:space="preserve">4. Состав </w:t>
      </w:r>
      <w:r>
        <w:rPr>
          <w:lang w:eastAsia="ru-RU"/>
        </w:rPr>
        <w:t>к</w:t>
      </w:r>
      <w:r w:rsidRPr="005C43A4">
        <w:rPr>
          <w:lang w:eastAsia="ru-RU"/>
        </w:rPr>
        <w:t xml:space="preserve">омиссии и организация работы </w:t>
      </w:r>
      <w:r>
        <w:rPr>
          <w:lang w:eastAsia="ru-RU"/>
        </w:rPr>
        <w:t>к</w:t>
      </w:r>
      <w:r w:rsidRPr="005C43A4">
        <w:rPr>
          <w:lang w:eastAsia="ru-RU"/>
        </w:rPr>
        <w:t>омиссии</w:t>
      </w:r>
    </w:p>
    <w:p w:rsidR="008704A7" w:rsidRPr="008704A7" w:rsidRDefault="008704A7" w:rsidP="008704A7">
      <w:pPr>
        <w:pStyle w:val="NoSpacing"/>
        <w:jc w:val="center"/>
        <w:rPr>
          <w:sz w:val="16"/>
          <w:szCs w:val="16"/>
          <w:lang w:eastAsia="ru-RU"/>
        </w:rPr>
      </w:pPr>
    </w:p>
    <w:p w:rsidR="008704A7" w:rsidRPr="005C43A4" w:rsidRDefault="008704A7" w:rsidP="008704A7">
      <w:pPr>
        <w:pStyle w:val="NoSpacing"/>
        <w:ind w:firstLine="709"/>
        <w:jc w:val="both"/>
        <w:rPr>
          <w:lang w:eastAsia="ru-RU"/>
        </w:rPr>
      </w:pPr>
      <w:r w:rsidRPr="005C43A4">
        <w:rPr>
          <w:lang w:eastAsia="ru-RU"/>
        </w:rPr>
        <w:t xml:space="preserve">4.1. Комиссия создается постановлением Администрации города Ханты-Мансийска в составе председателя </w:t>
      </w:r>
      <w:r>
        <w:rPr>
          <w:lang w:eastAsia="ru-RU"/>
        </w:rPr>
        <w:t>к</w:t>
      </w:r>
      <w:r w:rsidRPr="005C43A4">
        <w:rPr>
          <w:lang w:eastAsia="ru-RU"/>
        </w:rPr>
        <w:t xml:space="preserve">омиссии, заместителя председателя </w:t>
      </w:r>
      <w:r>
        <w:rPr>
          <w:lang w:eastAsia="ru-RU"/>
        </w:rPr>
        <w:t>к</w:t>
      </w:r>
      <w:r w:rsidRPr="005C43A4">
        <w:rPr>
          <w:lang w:eastAsia="ru-RU"/>
        </w:rPr>
        <w:t xml:space="preserve">омиссии, секретаря и членов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4.2. В состав </w:t>
      </w:r>
      <w:r>
        <w:rPr>
          <w:lang w:eastAsia="ru-RU"/>
        </w:rPr>
        <w:t>к</w:t>
      </w:r>
      <w:r w:rsidRPr="005C43A4">
        <w:rPr>
          <w:lang w:eastAsia="ru-RU"/>
        </w:rPr>
        <w:t>омиссии входят представители общественных организаций в случае нали</w:t>
      </w:r>
      <w:r w:rsidR="003C1BE9">
        <w:rPr>
          <w:lang w:eastAsia="ru-RU"/>
        </w:rPr>
        <w:t xml:space="preserve">чия их предложений о включении </w:t>
      </w:r>
      <w:r w:rsidRPr="005C43A4">
        <w:rPr>
          <w:lang w:eastAsia="ru-RU"/>
        </w:rPr>
        <w:t xml:space="preserve"> их</w:t>
      </w:r>
      <w:r w:rsidR="003C1BE9">
        <w:rPr>
          <w:lang w:eastAsia="ru-RU"/>
        </w:rPr>
        <w:t xml:space="preserve"> в</w:t>
      </w:r>
      <w:r w:rsidRPr="005C43A4">
        <w:rPr>
          <w:lang w:eastAsia="ru-RU"/>
        </w:rPr>
        <w:t xml:space="preserve"> состав.</w:t>
      </w:r>
    </w:p>
    <w:p w:rsidR="008704A7" w:rsidRPr="005C43A4" w:rsidRDefault="008704A7" w:rsidP="008704A7">
      <w:pPr>
        <w:pStyle w:val="NoSpacing"/>
        <w:ind w:firstLine="709"/>
        <w:jc w:val="both"/>
        <w:rPr>
          <w:lang w:eastAsia="ru-RU"/>
        </w:rPr>
      </w:pPr>
      <w:r w:rsidRPr="005C43A4">
        <w:rPr>
          <w:lang w:eastAsia="ru-RU"/>
        </w:rPr>
        <w:t xml:space="preserve">4.3. Работой </w:t>
      </w:r>
      <w:r>
        <w:rPr>
          <w:lang w:eastAsia="ru-RU"/>
        </w:rPr>
        <w:t>к</w:t>
      </w:r>
      <w:r w:rsidRPr="005C43A4">
        <w:rPr>
          <w:lang w:eastAsia="ru-RU"/>
        </w:rPr>
        <w:t xml:space="preserve">омиссии руководит председатель </w:t>
      </w:r>
      <w:r>
        <w:rPr>
          <w:lang w:eastAsia="ru-RU"/>
        </w:rPr>
        <w:t>к</w:t>
      </w:r>
      <w:r w:rsidRPr="005C43A4">
        <w:rPr>
          <w:lang w:eastAsia="ru-RU"/>
        </w:rPr>
        <w:t xml:space="preserve">омиссии, а на период его отсутствия заместитель председателя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Председатель </w:t>
      </w:r>
      <w:r>
        <w:rPr>
          <w:lang w:eastAsia="ru-RU"/>
        </w:rPr>
        <w:t>к</w:t>
      </w:r>
      <w:r w:rsidRPr="005C43A4">
        <w:rPr>
          <w:lang w:eastAsia="ru-RU"/>
        </w:rPr>
        <w:t xml:space="preserve">омиссии ведет заседания </w:t>
      </w:r>
      <w:r>
        <w:rPr>
          <w:lang w:eastAsia="ru-RU"/>
        </w:rPr>
        <w:t>к</w:t>
      </w:r>
      <w:r w:rsidRPr="005C43A4">
        <w:rPr>
          <w:lang w:eastAsia="ru-RU"/>
        </w:rPr>
        <w:t xml:space="preserve">омиссии, обеспечивает и контролирует выполнение решений </w:t>
      </w:r>
      <w:r>
        <w:rPr>
          <w:lang w:eastAsia="ru-RU"/>
        </w:rPr>
        <w:t>к</w:t>
      </w:r>
      <w:r w:rsidRPr="005C43A4">
        <w:rPr>
          <w:lang w:eastAsia="ru-RU"/>
        </w:rPr>
        <w:t xml:space="preserve">омиссии, назначает руководителей рабочих групп, подписывает протоколы заседаний </w:t>
      </w:r>
      <w:r>
        <w:rPr>
          <w:lang w:eastAsia="ru-RU"/>
        </w:rPr>
        <w:t>к</w:t>
      </w:r>
      <w:r w:rsidRPr="005C43A4">
        <w:rPr>
          <w:lang w:eastAsia="ru-RU"/>
        </w:rPr>
        <w:t xml:space="preserve">омиссии, принимает решение о проведении заседания </w:t>
      </w:r>
      <w:r>
        <w:rPr>
          <w:lang w:eastAsia="ru-RU"/>
        </w:rPr>
        <w:t>к</w:t>
      </w:r>
      <w:r w:rsidRPr="005C43A4">
        <w:rPr>
          <w:lang w:eastAsia="ru-RU"/>
        </w:rPr>
        <w:t xml:space="preserve">омиссии при необходимости безотлагательного рассмотрения вопросов, входящих в ее компетенцию, распределяет обязанности между членами </w:t>
      </w:r>
      <w:r>
        <w:rPr>
          <w:lang w:eastAsia="ru-RU"/>
        </w:rPr>
        <w:t>к</w:t>
      </w:r>
      <w:r w:rsidRPr="005C43A4">
        <w:rPr>
          <w:lang w:eastAsia="ru-RU"/>
        </w:rPr>
        <w:t xml:space="preserve">омиссии, утверждает порядок проведения заседания </w:t>
      </w:r>
      <w:r>
        <w:rPr>
          <w:lang w:eastAsia="ru-RU"/>
        </w:rPr>
        <w:t>к</w:t>
      </w:r>
      <w:r w:rsidRPr="005C43A4">
        <w:rPr>
          <w:lang w:eastAsia="ru-RU"/>
        </w:rPr>
        <w:t>омиссии.</w:t>
      </w:r>
      <w:r w:rsidRPr="005C43A4">
        <w:rPr>
          <w:lang w:eastAsia="ru-RU"/>
        </w:rPr>
        <w:br/>
        <w:t xml:space="preserve">          4.4. Члены </w:t>
      </w:r>
      <w:r>
        <w:rPr>
          <w:lang w:eastAsia="ru-RU"/>
        </w:rPr>
        <w:t>к</w:t>
      </w:r>
      <w:r w:rsidRPr="005C43A4">
        <w:rPr>
          <w:lang w:eastAsia="ru-RU"/>
        </w:rPr>
        <w:t>омиссии обязаны:</w:t>
      </w:r>
    </w:p>
    <w:p w:rsidR="008704A7" w:rsidRPr="005C43A4" w:rsidRDefault="008704A7" w:rsidP="008704A7">
      <w:pPr>
        <w:pStyle w:val="NoSpacing"/>
        <w:ind w:firstLine="709"/>
        <w:jc w:val="both"/>
        <w:rPr>
          <w:lang w:eastAsia="ru-RU"/>
        </w:rPr>
      </w:pPr>
      <w:r w:rsidRPr="005C43A4">
        <w:rPr>
          <w:lang w:eastAsia="ru-RU"/>
        </w:rPr>
        <w:t xml:space="preserve">присутствовать на заседании </w:t>
      </w:r>
      <w:r>
        <w:rPr>
          <w:lang w:eastAsia="ru-RU"/>
        </w:rPr>
        <w:t>к</w:t>
      </w:r>
      <w:r w:rsidRPr="005C43A4">
        <w:rPr>
          <w:lang w:eastAsia="ru-RU"/>
        </w:rPr>
        <w:t>омиссии, участвовать в обсуждении рассматриваемых вопросов и выработке по ним решений;</w:t>
      </w:r>
    </w:p>
    <w:p w:rsidR="008704A7" w:rsidRPr="005C43A4" w:rsidRDefault="008704A7" w:rsidP="008704A7">
      <w:pPr>
        <w:pStyle w:val="NoSpacing"/>
        <w:ind w:firstLine="709"/>
        <w:jc w:val="both"/>
        <w:rPr>
          <w:lang w:eastAsia="ru-RU"/>
        </w:rPr>
      </w:pPr>
      <w:r w:rsidRPr="005C43A4">
        <w:rPr>
          <w:lang w:eastAsia="ru-RU"/>
        </w:rPr>
        <w:t xml:space="preserve">при невозможности присутствия на заседании </w:t>
      </w:r>
      <w:r>
        <w:rPr>
          <w:lang w:eastAsia="ru-RU"/>
        </w:rPr>
        <w:t>к</w:t>
      </w:r>
      <w:r w:rsidRPr="005C43A4">
        <w:rPr>
          <w:lang w:eastAsia="ru-RU"/>
        </w:rPr>
        <w:t>омиссии заблаговреме</w:t>
      </w:r>
      <w:r>
        <w:rPr>
          <w:lang w:eastAsia="ru-RU"/>
        </w:rPr>
        <w:t>нно извещать об этом секретаря 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в случае необходимости направлять секретарю </w:t>
      </w:r>
      <w:r>
        <w:rPr>
          <w:lang w:eastAsia="ru-RU"/>
        </w:rPr>
        <w:t>к</w:t>
      </w:r>
      <w:r w:rsidRPr="005C43A4">
        <w:rPr>
          <w:lang w:eastAsia="ru-RU"/>
        </w:rPr>
        <w:t>омиссии свое мнение по вопросам повестки дня в письменном виде.</w:t>
      </w:r>
    </w:p>
    <w:p w:rsidR="008704A7" w:rsidRPr="005C43A4" w:rsidRDefault="008704A7" w:rsidP="008704A7">
      <w:pPr>
        <w:pStyle w:val="NoSpacing"/>
        <w:ind w:firstLine="709"/>
        <w:jc w:val="both"/>
        <w:rPr>
          <w:lang w:eastAsia="ru-RU"/>
        </w:rPr>
      </w:pPr>
      <w:r w:rsidRPr="005C43A4">
        <w:rPr>
          <w:lang w:eastAsia="ru-RU"/>
        </w:rPr>
        <w:lastRenderedPageBreak/>
        <w:t xml:space="preserve">4.5. Члены </w:t>
      </w:r>
      <w:r>
        <w:rPr>
          <w:lang w:eastAsia="ru-RU"/>
        </w:rPr>
        <w:t>к</w:t>
      </w:r>
      <w:r w:rsidRPr="005C43A4">
        <w:rPr>
          <w:lang w:eastAsia="ru-RU"/>
        </w:rPr>
        <w:t>омиссии имеют право:</w:t>
      </w:r>
    </w:p>
    <w:p w:rsidR="008704A7" w:rsidRPr="005C43A4" w:rsidRDefault="008704A7" w:rsidP="008704A7">
      <w:pPr>
        <w:pStyle w:val="NoSpacing"/>
        <w:ind w:firstLine="709"/>
        <w:jc w:val="both"/>
        <w:rPr>
          <w:lang w:eastAsia="ru-RU"/>
        </w:rPr>
      </w:pPr>
      <w:r w:rsidRPr="005C43A4">
        <w:rPr>
          <w:lang w:eastAsia="ru-RU"/>
        </w:rPr>
        <w:t xml:space="preserve">знакомиться со всеми представленными на рассмотрение </w:t>
      </w:r>
      <w:r>
        <w:rPr>
          <w:lang w:eastAsia="ru-RU"/>
        </w:rPr>
        <w:t>к</w:t>
      </w:r>
      <w:r w:rsidRPr="005C43A4">
        <w:rPr>
          <w:lang w:eastAsia="ru-RU"/>
        </w:rPr>
        <w:t>омиссии документами;</w:t>
      </w:r>
    </w:p>
    <w:p w:rsidR="008704A7" w:rsidRPr="005C43A4" w:rsidRDefault="008704A7" w:rsidP="008704A7">
      <w:pPr>
        <w:pStyle w:val="NoSpacing"/>
        <w:ind w:firstLine="709"/>
        <w:jc w:val="both"/>
        <w:rPr>
          <w:lang w:eastAsia="ru-RU"/>
        </w:rPr>
      </w:pPr>
      <w:r w:rsidRPr="005C43A4">
        <w:rPr>
          <w:lang w:eastAsia="ru-RU"/>
        </w:rPr>
        <w:t>проверять правильность протокола, в том числе правильность отражения в протоколе содержания выступлений.</w:t>
      </w:r>
    </w:p>
    <w:p w:rsidR="008704A7" w:rsidRPr="005C43A4" w:rsidRDefault="008704A7" w:rsidP="008704A7">
      <w:pPr>
        <w:pStyle w:val="NoSpacing"/>
        <w:ind w:firstLine="709"/>
        <w:jc w:val="both"/>
        <w:rPr>
          <w:lang w:eastAsia="ru-RU"/>
        </w:rPr>
      </w:pPr>
      <w:r w:rsidRPr="005C43A4">
        <w:rPr>
          <w:lang w:eastAsia="ru-RU"/>
        </w:rPr>
        <w:t xml:space="preserve">4.6. Секретарь </w:t>
      </w:r>
      <w:r>
        <w:rPr>
          <w:lang w:eastAsia="ru-RU"/>
        </w:rPr>
        <w:t>к</w:t>
      </w:r>
      <w:r w:rsidRPr="005C43A4">
        <w:rPr>
          <w:lang w:eastAsia="ru-RU"/>
        </w:rPr>
        <w:t xml:space="preserve">омиссии ведет протокол заседания </w:t>
      </w:r>
      <w:r>
        <w:rPr>
          <w:lang w:eastAsia="ru-RU"/>
        </w:rPr>
        <w:t>к</w:t>
      </w:r>
      <w:r w:rsidRPr="005C43A4">
        <w:rPr>
          <w:lang w:eastAsia="ru-RU"/>
        </w:rPr>
        <w:t>омиссии, в котором фиксируются:</w:t>
      </w:r>
    </w:p>
    <w:p w:rsidR="008704A7" w:rsidRPr="005C43A4" w:rsidRDefault="008704A7" w:rsidP="008704A7">
      <w:pPr>
        <w:pStyle w:val="NoSpacing"/>
        <w:ind w:firstLine="709"/>
        <w:jc w:val="both"/>
        <w:rPr>
          <w:lang w:eastAsia="ru-RU"/>
        </w:rPr>
      </w:pPr>
      <w:r w:rsidRPr="005C43A4">
        <w:rPr>
          <w:lang w:eastAsia="ru-RU"/>
        </w:rPr>
        <w:t xml:space="preserve">время и место проведения заседания, повестка дня заседания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фамилии членов </w:t>
      </w:r>
      <w:r>
        <w:rPr>
          <w:lang w:eastAsia="ru-RU"/>
        </w:rPr>
        <w:t>к</w:t>
      </w:r>
      <w:r w:rsidRPr="005C43A4">
        <w:rPr>
          <w:lang w:eastAsia="ru-RU"/>
        </w:rPr>
        <w:t>омиссии, присутствующих на заседании;</w:t>
      </w:r>
    </w:p>
    <w:p w:rsidR="008704A7" w:rsidRPr="005C43A4" w:rsidRDefault="008704A7" w:rsidP="008704A7">
      <w:pPr>
        <w:pStyle w:val="NoSpacing"/>
        <w:ind w:firstLine="709"/>
        <w:jc w:val="both"/>
        <w:rPr>
          <w:lang w:eastAsia="ru-RU"/>
        </w:rPr>
      </w:pPr>
      <w:r w:rsidRPr="005C43A4">
        <w:rPr>
          <w:lang w:eastAsia="ru-RU"/>
        </w:rPr>
        <w:t xml:space="preserve">фамилия председательствующего на заседании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фамилии лиц, приглашенных на заседание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фамилии лиц, выступивших по повестке дня заседания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фамилии лиц, являющихся представителями претендентов;</w:t>
      </w:r>
    </w:p>
    <w:p w:rsidR="008704A7" w:rsidRPr="005C43A4" w:rsidRDefault="008704A7" w:rsidP="008704A7">
      <w:pPr>
        <w:pStyle w:val="NoSpacing"/>
        <w:ind w:firstLine="709"/>
        <w:jc w:val="both"/>
        <w:rPr>
          <w:lang w:eastAsia="ru-RU"/>
        </w:rPr>
      </w:pPr>
      <w:r w:rsidRPr="005C43A4">
        <w:rPr>
          <w:lang w:eastAsia="ru-RU"/>
        </w:rPr>
        <w:t xml:space="preserve">результаты голосований и решения, принимаемые </w:t>
      </w:r>
      <w:r>
        <w:rPr>
          <w:lang w:eastAsia="ru-RU"/>
        </w:rPr>
        <w:t>к</w:t>
      </w:r>
      <w:r w:rsidRPr="005C43A4">
        <w:rPr>
          <w:lang w:eastAsia="ru-RU"/>
        </w:rPr>
        <w:t>омиссией;</w:t>
      </w:r>
    </w:p>
    <w:p w:rsidR="008704A7" w:rsidRPr="005C43A4" w:rsidRDefault="008704A7" w:rsidP="008704A7">
      <w:pPr>
        <w:pStyle w:val="NoSpacing"/>
        <w:ind w:firstLine="709"/>
        <w:jc w:val="both"/>
        <w:rPr>
          <w:lang w:eastAsia="ru-RU"/>
        </w:rPr>
      </w:pPr>
      <w:r w:rsidRPr="005C43A4">
        <w:rPr>
          <w:lang w:eastAsia="ru-RU"/>
        </w:rPr>
        <w:t>иные сведения.</w:t>
      </w:r>
    </w:p>
    <w:p w:rsidR="008704A7" w:rsidRPr="005C43A4" w:rsidRDefault="008704A7" w:rsidP="008704A7">
      <w:pPr>
        <w:pStyle w:val="NoSpacing"/>
        <w:ind w:firstLine="709"/>
        <w:jc w:val="both"/>
        <w:rPr>
          <w:lang w:eastAsia="ru-RU"/>
        </w:rPr>
      </w:pPr>
      <w:r w:rsidRPr="005C43A4">
        <w:rPr>
          <w:lang w:eastAsia="ru-RU"/>
        </w:rPr>
        <w:t xml:space="preserve">4.7. Секретарь </w:t>
      </w:r>
      <w:r>
        <w:rPr>
          <w:lang w:eastAsia="ru-RU"/>
        </w:rPr>
        <w:t>к</w:t>
      </w:r>
      <w:r w:rsidRPr="005C43A4">
        <w:rPr>
          <w:lang w:eastAsia="ru-RU"/>
        </w:rPr>
        <w:t xml:space="preserve">омиссии обеспечивает подготовку материалов для рассмотрения и принятия решений на заседаниях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4.8. Заседание </w:t>
      </w:r>
      <w:r>
        <w:rPr>
          <w:lang w:eastAsia="ru-RU"/>
        </w:rPr>
        <w:t>к</w:t>
      </w:r>
      <w:r w:rsidRPr="005C43A4">
        <w:rPr>
          <w:lang w:eastAsia="ru-RU"/>
        </w:rPr>
        <w:t xml:space="preserve">омиссии правомочно, если на заседании присутствует не менее двух третей членов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Решения </w:t>
      </w:r>
      <w:r>
        <w:rPr>
          <w:lang w:eastAsia="ru-RU"/>
        </w:rPr>
        <w:t>к</w:t>
      </w:r>
      <w:r w:rsidRPr="005C43A4">
        <w:rPr>
          <w:lang w:eastAsia="ru-RU"/>
        </w:rPr>
        <w:t xml:space="preserve">омиссии принимаются путем голосования простым большинством голосов присутствующих на заседании членов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При равенстве голосов голос председательствующего на заседании </w:t>
      </w:r>
      <w:r>
        <w:rPr>
          <w:lang w:eastAsia="ru-RU"/>
        </w:rPr>
        <w:t>к</w:t>
      </w:r>
      <w:r w:rsidRPr="005C43A4">
        <w:rPr>
          <w:lang w:eastAsia="ru-RU"/>
        </w:rPr>
        <w:t>омиссии является решающим.</w:t>
      </w:r>
    </w:p>
    <w:p w:rsidR="008704A7" w:rsidRPr="005C43A4" w:rsidRDefault="008704A7" w:rsidP="008704A7">
      <w:pPr>
        <w:pStyle w:val="NoSpacing"/>
        <w:ind w:firstLine="709"/>
        <w:jc w:val="both"/>
        <w:rPr>
          <w:lang w:eastAsia="ru-RU"/>
        </w:rPr>
      </w:pPr>
      <w:r w:rsidRPr="005C43A4">
        <w:rPr>
          <w:lang w:eastAsia="ru-RU"/>
        </w:rPr>
        <w:t xml:space="preserve">Секретарь </w:t>
      </w:r>
      <w:r>
        <w:rPr>
          <w:lang w:eastAsia="ru-RU"/>
        </w:rPr>
        <w:t>к</w:t>
      </w:r>
      <w:r w:rsidRPr="005C43A4">
        <w:rPr>
          <w:lang w:eastAsia="ru-RU"/>
        </w:rPr>
        <w:t>омиссии права голоса не имеет.</w:t>
      </w:r>
    </w:p>
    <w:p w:rsidR="008704A7" w:rsidRPr="005C43A4" w:rsidRDefault="008704A7" w:rsidP="008704A7">
      <w:pPr>
        <w:pStyle w:val="NoSpacing"/>
        <w:ind w:firstLine="709"/>
        <w:jc w:val="both"/>
        <w:rPr>
          <w:lang w:eastAsia="ru-RU"/>
        </w:rPr>
      </w:pPr>
      <w:r w:rsidRPr="005C43A4">
        <w:rPr>
          <w:lang w:eastAsia="ru-RU"/>
        </w:rPr>
        <w:t xml:space="preserve">4.9. Комиссия созывается путем направления членам </w:t>
      </w:r>
      <w:r>
        <w:rPr>
          <w:lang w:eastAsia="ru-RU"/>
        </w:rPr>
        <w:t>к</w:t>
      </w:r>
      <w:r w:rsidRPr="005C43A4">
        <w:rPr>
          <w:lang w:eastAsia="ru-RU"/>
        </w:rPr>
        <w:t xml:space="preserve">омиссии уведомлений в письменной форме, в которых указываются место и время проведения заседания </w:t>
      </w:r>
      <w:r>
        <w:rPr>
          <w:lang w:eastAsia="ru-RU"/>
        </w:rPr>
        <w:t>к</w:t>
      </w:r>
      <w:r w:rsidRPr="005C43A4">
        <w:rPr>
          <w:lang w:eastAsia="ru-RU"/>
        </w:rPr>
        <w:t>омиссии, а также вопросы повестки дня.</w:t>
      </w:r>
    </w:p>
    <w:p w:rsidR="008704A7" w:rsidRPr="005C43A4" w:rsidRDefault="008704A7" w:rsidP="008704A7">
      <w:pPr>
        <w:pStyle w:val="NoSpacing"/>
        <w:ind w:firstLine="709"/>
        <w:jc w:val="both"/>
        <w:rPr>
          <w:lang w:eastAsia="ru-RU"/>
        </w:rPr>
      </w:pPr>
      <w:r w:rsidRPr="005C43A4">
        <w:rPr>
          <w:lang w:eastAsia="ru-RU"/>
        </w:rPr>
        <w:t xml:space="preserve">4.10. На заседания </w:t>
      </w:r>
      <w:r>
        <w:rPr>
          <w:lang w:eastAsia="ru-RU"/>
        </w:rPr>
        <w:t>к</w:t>
      </w:r>
      <w:r w:rsidRPr="005C43A4">
        <w:rPr>
          <w:lang w:eastAsia="ru-RU"/>
        </w:rPr>
        <w:t xml:space="preserve">омиссии могут приглашаться для участия в обсуждении рассматриваемых вопросов лица, не являющиеся членами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4.11. При проведении конкурсного отбора </w:t>
      </w:r>
      <w:r>
        <w:rPr>
          <w:lang w:eastAsia="ru-RU"/>
        </w:rPr>
        <w:t>к</w:t>
      </w:r>
      <w:r w:rsidRPr="005C43A4">
        <w:rPr>
          <w:lang w:eastAsia="ru-RU"/>
        </w:rPr>
        <w:t>омиссия обязана обеспечивать конфиденциальность информации, содержащейся в конкурсных предложениях и иных документах, в соответствии с действующим законодательством.</w:t>
      </w:r>
    </w:p>
    <w:p w:rsidR="008704A7" w:rsidRPr="005C43A4" w:rsidRDefault="008704A7" w:rsidP="008704A7">
      <w:pPr>
        <w:pStyle w:val="NoSpacing"/>
        <w:ind w:firstLine="709"/>
        <w:jc w:val="both"/>
        <w:rPr>
          <w:lang w:eastAsia="ru-RU"/>
        </w:rPr>
      </w:pPr>
      <w:r w:rsidRPr="005C43A4">
        <w:rPr>
          <w:lang w:eastAsia="ru-RU"/>
        </w:rPr>
        <w:t xml:space="preserve">4.12. Решения </w:t>
      </w:r>
      <w:r>
        <w:rPr>
          <w:lang w:eastAsia="ru-RU"/>
        </w:rPr>
        <w:t>к</w:t>
      </w:r>
      <w:r w:rsidRPr="005C43A4">
        <w:rPr>
          <w:lang w:eastAsia="ru-RU"/>
        </w:rPr>
        <w:t xml:space="preserve">омиссии оформляются протоколами. Протоколы заседаний </w:t>
      </w:r>
      <w:r>
        <w:rPr>
          <w:lang w:eastAsia="ru-RU"/>
        </w:rPr>
        <w:t>к</w:t>
      </w:r>
      <w:r w:rsidRPr="005C43A4">
        <w:rPr>
          <w:lang w:eastAsia="ru-RU"/>
        </w:rPr>
        <w:t xml:space="preserve">омиссии оформляются в трехдневный срок после проведения заседания </w:t>
      </w:r>
      <w:r>
        <w:rPr>
          <w:lang w:eastAsia="ru-RU"/>
        </w:rPr>
        <w:t>к</w:t>
      </w:r>
      <w:r w:rsidRPr="005C43A4">
        <w:rPr>
          <w:lang w:eastAsia="ru-RU"/>
        </w:rPr>
        <w:t xml:space="preserve">омиссии, подписываются председательствующим на заседании </w:t>
      </w:r>
      <w:r>
        <w:rPr>
          <w:lang w:eastAsia="ru-RU"/>
        </w:rPr>
        <w:t>к</w:t>
      </w:r>
      <w:r w:rsidRPr="005C43A4">
        <w:rPr>
          <w:lang w:eastAsia="ru-RU"/>
        </w:rPr>
        <w:t xml:space="preserve">омиссии, членами </w:t>
      </w:r>
      <w:r>
        <w:rPr>
          <w:lang w:eastAsia="ru-RU"/>
        </w:rPr>
        <w:t>к</w:t>
      </w:r>
      <w:r w:rsidRPr="005C43A4">
        <w:rPr>
          <w:lang w:eastAsia="ru-RU"/>
        </w:rPr>
        <w:t xml:space="preserve">омиссии и секретарем </w:t>
      </w:r>
      <w:r>
        <w:rPr>
          <w:lang w:eastAsia="ru-RU"/>
        </w:rPr>
        <w:t>к</w:t>
      </w:r>
      <w:r w:rsidRPr="005C43A4">
        <w:rPr>
          <w:lang w:eastAsia="ru-RU"/>
        </w:rPr>
        <w:t>омиссии.</w:t>
      </w:r>
    </w:p>
    <w:p w:rsidR="008704A7" w:rsidRPr="005C43A4" w:rsidRDefault="008704A7" w:rsidP="008704A7">
      <w:pPr>
        <w:pStyle w:val="NoSpacing"/>
        <w:ind w:firstLine="709"/>
        <w:jc w:val="both"/>
        <w:rPr>
          <w:lang w:eastAsia="ru-RU"/>
        </w:rPr>
      </w:pPr>
      <w:r w:rsidRPr="005C43A4">
        <w:rPr>
          <w:lang w:eastAsia="ru-RU"/>
        </w:rPr>
        <w:t xml:space="preserve">4.13. Организационное и материально-техническое обеспечение деятельности </w:t>
      </w:r>
      <w:r>
        <w:rPr>
          <w:lang w:eastAsia="ru-RU"/>
        </w:rPr>
        <w:t>к</w:t>
      </w:r>
      <w:r w:rsidRPr="005C43A4">
        <w:rPr>
          <w:lang w:eastAsia="ru-RU"/>
        </w:rPr>
        <w:t>омиссии осуществляет управление транспорта, связи и дорог Администрации города Ханты-Мансийска.</w:t>
      </w:r>
    </w:p>
    <w:p w:rsidR="008704A7" w:rsidRPr="008704A7" w:rsidRDefault="008704A7" w:rsidP="008704A7">
      <w:pPr>
        <w:pStyle w:val="NoSpacing"/>
        <w:jc w:val="both"/>
        <w:rPr>
          <w:sz w:val="16"/>
          <w:szCs w:val="16"/>
          <w:lang w:eastAsia="ru-RU"/>
        </w:rPr>
      </w:pPr>
    </w:p>
    <w:p w:rsidR="008704A7" w:rsidRPr="005C43A4" w:rsidRDefault="008704A7" w:rsidP="008704A7">
      <w:pPr>
        <w:pStyle w:val="NoSpacing"/>
        <w:jc w:val="center"/>
        <w:rPr>
          <w:lang w:eastAsia="ru-RU"/>
        </w:rPr>
      </w:pPr>
      <w:r w:rsidRPr="005C43A4">
        <w:rPr>
          <w:lang w:eastAsia="ru-RU"/>
        </w:rPr>
        <w:t xml:space="preserve">5. Прекращение деятельности </w:t>
      </w:r>
      <w:r>
        <w:rPr>
          <w:lang w:eastAsia="ru-RU"/>
        </w:rPr>
        <w:t>к</w:t>
      </w:r>
      <w:r w:rsidRPr="005C43A4">
        <w:rPr>
          <w:lang w:eastAsia="ru-RU"/>
        </w:rPr>
        <w:t>омиссии</w:t>
      </w:r>
    </w:p>
    <w:p w:rsidR="008704A7" w:rsidRPr="008704A7" w:rsidRDefault="008704A7" w:rsidP="008704A7">
      <w:pPr>
        <w:pStyle w:val="NoSpacing"/>
        <w:jc w:val="both"/>
        <w:rPr>
          <w:sz w:val="16"/>
          <w:szCs w:val="16"/>
          <w:lang w:eastAsia="ru-RU"/>
        </w:rPr>
      </w:pPr>
    </w:p>
    <w:p w:rsidR="008704A7" w:rsidRPr="005C43A4" w:rsidRDefault="008704A7" w:rsidP="008704A7">
      <w:pPr>
        <w:pStyle w:val="NoSpacing"/>
        <w:ind w:firstLine="708"/>
        <w:jc w:val="both"/>
        <w:rPr>
          <w:lang w:eastAsia="ru-RU"/>
        </w:rPr>
      </w:pPr>
      <w:r w:rsidRPr="005C43A4">
        <w:rPr>
          <w:lang w:eastAsia="ru-RU"/>
        </w:rPr>
        <w:t xml:space="preserve">Деятельность </w:t>
      </w:r>
      <w:r w:rsidR="000C195E">
        <w:rPr>
          <w:lang w:eastAsia="ru-RU"/>
        </w:rPr>
        <w:t>к</w:t>
      </w:r>
      <w:r w:rsidRPr="005C43A4">
        <w:rPr>
          <w:lang w:eastAsia="ru-RU"/>
        </w:rPr>
        <w:t>омиссии прекращается в порядке, установленном действующим законодательством.</w:t>
      </w:r>
    </w:p>
    <w:p w:rsidR="008704A7" w:rsidRDefault="008704A7"/>
    <w:p w:rsidR="00735B23" w:rsidRDefault="00735B23"/>
    <w:p w:rsidR="00735B23" w:rsidRPr="005C43A4" w:rsidRDefault="00735B23" w:rsidP="00735B23">
      <w:pPr>
        <w:pStyle w:val="NoSpacing"/>
        <w:jc w:val="right"/>
      </w:pPr>
      <w:r w:rsidRPr="005C43A4">
        <w:lastRenderedPageBreak/>
        <w:t>Приложение</w:t>
      </w:r>
      <w:r>
        <w:t xml:space="preserve"> 3</w:t>
      </w:r>
    </w:p>
    <w:p w:rsidR="00735B23" w:rsidRPr="005C43A4" w:rsidRDefault="00735B23" w:rsidP="00735B23">
      <w:pPr>
        <w:pStyle w:val="NoSpacing"/>
        <w:jc w:val="right"/>
      </w:pPr>
      <w:r w:rsidRPr="005C43A4">
        <w:t>к постановлению Администрации</w:t>
      </w:r>
    </w:p>
    <w:p w:rsidR="00735B23" w:rsidRPr="005C43A4" w:rsidRDefault="00735B23" w:rsidP="00735B23">
      <w:pPr>
        <w:pStyle w:val="NoSpacing"/>
        <w:jc w:val="right"/>
      </w:pPr>
      <w:r w:rsidRPr="005C43A4">
        <w:t>города Ханты-Мансийска</w:t>
      </w:r>
    </w:p>
    <w:p w:rsidR="00735B23" w:rsidRPr="005C43A4" w:rsidRDefault="00735B23" w:rsidP="00735B23">
      <w:pPr>
        <w:pStyle w:val="NoSpacing"/>
        <w:jc w:val="right"/>
      </w:pPr>
      <w:r w:rsidRPr="005C43A4">
        <w:t>от</w:t>
      </w:r>
      <w:r w:rsidR="00CC0AD2">
        <w:t xml:space="preserve"> 29.03.2012</w:t>
      </w:r>
      <w:r w:rsidRPr="005C43A4">
        <w:t xml:space="preserve"> № </w:t>
      </w:r>
      <w:r w:rsidR="00CC0AD2">
        <w:t>376</w:t>
      </w:r>
    </w:p>
    <w:p w:rsidR="00735B23" w:rsidRDefault="00735B23" w:rsidP="00735B23">
      <w:pPr>
        <w:pStyle w:val="NoSpacing"/>
        <w:jc w:val="center"/>
        <w:rPr>
          <w:lang w:eastAsia="ru-RU"/>
        </w:rPr>
      </w:pPr>
      <w:r w:rsidRPr="005C43A4">
        <w:rPr>
          <w:lang w:eastAsia="ru-RU"/>
        </w:rPr>
        <w:br/>
        <w:t>       </w:t>
      </w:r>
      <w:r w:rsidRPr="005C43A4">
        <w:rPr>
          <w:lang w:eastAsia="ru-RU"/>
        </w:rPr>
        <w:br/>
        <w:t>С</w:t>
      </w:r>
      <w:r>
        <w:rPr>
          <w:lang w:eastAsia="ru-RU"/>
        </w:rPr>
        <w:t>остав</w:t>
      </w:r>
      <w:r w:rsidRPr="005C43A4">
        <w:rPr>
          <w:lang w:eastAsia="ru-RU"/>
        </w:rPr>
        <w:br/>
        <w:t xml:space="preserve">конкурсной комиссии по проведению конкурсного отбора на </w:t>
      </w:r>
      <w:r>
        <w:rPr>
          <w:lang w:eastAsia="ru-RU"/>
        </w:rPr>
        <w:t>право</w:t>
      </w:r>
      <w:r w:rsidRPr="005C43A4">
        <w:rPr>
          <w:lang w:eastAsia="ru-RU"/>
        </w:rPr>
        <w:t xml:space="preserve"> осуществлени</w:t>
      </w:r>
      <w:r>
        <w:rPr>
          <w:lang w:eastAsia="ru-RU"/>
        </w:rPr>
        <w:t>я</w:t>
      </w:r>
      <w:r w:rsidRPr="005C43A4">
        <w:rPr>
          <w:lang w:eastAsia="ru-RU"/>
        </w:rPr>
        <w:t xml:space="preserve"> регулярных перевозок водным транспортом пассажиров и багажа по маршрутам водного транспорта </w:t>
      </w:r>
      <w:r>
        <w:rPr>
          <w:lang w:eastAsia="ru-RU"/>
        </w:rPr>
        <w:t>города</w:t>
      </w:r>
      <w:r w:rsidRPr="005C43A4">
        <w:rPr>
          <w:lang w:eastAsia="ru-RU"/>
        </w:rPr>
        <w:t xml:space="preserve"> Ханты-Мансийска</w:t>
      </w:r>
    </w:p>
    <w:p w:rsidR="00735B23" w:rsidRPr="005C43A4" w:rsidRDefault="00735B23" w:rsidP="00735B23">
      <w:pPr>
        <w:pStyle w:val="NoSpacing"/>
        <w:jc w:val="center"/>
        <w:rPr>
          <w:lang w:eastAsia="ru-RU"/>
        </w:rPr>
      </w:pPr>
      <w:r>
        <w:rPr>
          <w:lang w:eastAsia="ru-RU"/>
        </w:rPr>
        <w:t>(далее – комиссия)</w:t>
      </w:r>
    </w:p>
    <w:p w:rsidR="00735B23" w:rsidRDefault="00735B23" w:rsidP="00735B23">
      <w:pPr>
        <w:pStyle w:val="NoSpacing"/>
        <w:jc w:val="center"/>
        <w:rPr>
          <w:lang w:eastAsia="ru-RU"/>
        </w:rPr>
      </w:pPr>
    </w:p>
    <w:p w:rsidR="00735B23" w:rsidRPr="005C43A4" w:rsidRDefault="00735B23" w:rsidP="00735B23">
      <w:pPr>
        <w:pStyle w:val="NoSpacing"/>
        <w:jc w:val="center"/>
        <w:rPr>
          <w:lang w:eastAsia="ru-RU"/>
        </w:rPr>
      </w:pPr>
    </w:p>
    <w:tbl>
      <w:tblPr>
        <w:tblW w:w="10260" w:type="dxa"/>
        <w:tblInd w:w="108" w:type="dxa"/>
        <w:tblLook w:val="00A0"/>
      </w:tblPr>
      <w:tblGrid>
        <w:gridCol w:w="3407"/>
        <w:gridCol w:w="6853"/>
      </w:tblGrid>
      <w:tr w:rsidR="00735B23" w:rsidRPr="00735B23" w:rsidTr="00735B23">
        <w:tc>
          <w:tcPr>
            <w:tcW w:w="3407" w:type="dxa"/>
          </w:tcPr>
          <w:p w:rsidR="00735B23" w:rsidRPr="00735B23" w:rsidRDefault="00735B23" w:rsidP="00735B23">
            <w:pPr>
              <w:pStyle w:val="NoSpacing"/>
              <w:rPr>
                <w:szCs w:val="28"/>
              </w:rPr>
            </w:pPr>
            <w:r w:rsidRPr="00735B23">
              <w:rPr>
                <w:szCs w:val="28"/>
              </w:rPr>
              <w:t xml:space="preserve">Лиханов </w:t>
            </w:r>
          </w:p>
          <w:p w:rsidR="00735B23" w:rsidRPr="00735B23" w:rsidRDefault="00735B23" w:rsidP="00735B23">
            <w:pPr>
              <w:pStyle w:val="NoSpacing"/>
              <w:rPr>
                <w:szCs w:val="28"/>
              </w:rPr>
            </w:pPr>
            <w:r w:rsidRPr="00735B23">
              <w:rPr>
                <w:szCs w:val="28"/>
              </w:rPr>
              <w:t>Николай Васильевич</w:t>
            </w:r>
          </w:p>
        </w:tc>
        <w:tc>
          <w:tcPr>
            <w:tcW w:w="6853" w:type="dxa"/>
          </w:tcPr>
          <w:p w:rsidR="00735B23" w:rsidRDefault="00735B23" w:rsidP="00735B23">
            <w:pPr>
              <w:widowControl w:val="0"/>
              <w:autoSpaceDE w:val="0"/>
              <w:autoSpaceDN w:val="0"/>
              <w:adjustRightInd w:val="0"/>
              <w:jc w:val="both"/>
              <w:rPr>
                <w:sz w:val="28"/>
                <w:szCs w:val="28"/>
              </w:rPr>
            </w:pPr>
            <w:r w:rsidRPr="00735B23">
              <w:rPr>
                <w:sz w:val="28"/>
                <w:szCs w:val="28"/>
              </w:rPr>
              <w:t xml:space="preserve">- начальник управления транспорта, связи и </w:t>
            </w:r>
            <w:r>
              <w:rPr>
                <w:sz w:val="28"/>
                <w:szCs w:val="28"/>
              </w:rPr>
              <w:t xml:space="preserve">                  </w:t>
            </w:r>
            <w:r w:rsidRPr="00735B23">
              <w:rPr>
                <w:sz w:val="28"/>
                <w:szCs w:val="28"/>
              </w:rPr>
              <w:t>дорог Администрации города Ханты-Мансийска, председатель комиссии</w:t>
            </w:r>
          </w:p>
          <w:p w:rsidR="00735B23" w:rsidRPr="00735B23" w:rsidRDefault="00735B23" w:rsidP="00735B23">
            <w:pPr>
              <w:widowControl w:val="0"/>
              <w:autoSpaceDE w:val="0"/>
              <w:autoSpaceDN w:val="0"/>
              <w:adjustRightInd w:val="0"/>
              <w:jc w:val="both"/>
              <w:rPr>
                <w:sz w:val="28"/>
                <w:szCs w:val="28"/>
              </w:rPr>
            </w:pPr>
          </w:p>
        </w:tc>
      </w:tr>
      <w:tr w:rsidR="00735B23" w:rsidRPr="00735B23" w:rsidTr="00735B23">
        <w:tc>
          <w:tcPr>
            <w:tcW w:w="3407" w:type="dxa"/>
          </w:tcPr>
          <w:p w:rsidR="00735B23" w:rsidRPr="00735B23" w:rsidRDefault="00735B23" w:rsidP="00735B23">
            <w:pPr>
              <w:pStyle w:val="NoSpacing"/>
              <w:rPr>
                <w:szCs w:val="28"/>
              </w:rPr>
            </w:pPr>
            <w:r w:rsidRPr="00735B23">
              <w:rPr>
                <w:szCs w:val="28"/>
              </w:rPr>
              <w:t xml:space="preserve">Федоров </w:t>
            </w:r>
          </w:p>
          <w:p w:rsidR="00735B23" w:rsidRPr="00735B23" w:rsidRDefault="00735B23" w:rsidP="00735B23">
            <w:pPr>
              <w:pStyle w:val="NoSpacing"/>
              <w:rPr>
                <w:szCs w:val="28"/>
              </w:rPr>
            </w:pPr>
            <w:r w:rsidRPr="00735B23">
              <w:rPr>
                <w:szCs w:val="28"/>
              </w:rPr>
              <w:t>Иван Павлович</w:t>
            </w:r>
          </w:p>
        </w:tc>
        <w:tc>
          <w:tcPr>
            <w:tcW w:w="6853" w:type="dxa"/>
          </w:tcPr>
          <w:p w:rsidR="00735B23" w:rsidRDefault="00735B23" w:rsidP="00735B23">
            <w:pPr>
              <w:widowControl w:val="0"/>
              <w:autoSpaceDE w:val="0"/>
              <w:autoSpaceDN w:val="0"/>
              <w:adjustRightInd w:val="0"/>
              <w:jc w:val="both"/>
              <w:rPr>
                <w:sz w:val="28"/>
                <w:szCs w:val="28"/>
              </w:rPr>
            </w:pPr>
            <w:r w:rsidRPr="00735B23">
              <w:rPr>
                <w:sz w:val="28"/>
                <w:szCs w:val="28"/>
              </w:rPr>
              <w:t>- заместитель начальника управления транспорта, связи и дорог Администрации города Ханты-Мансийска, заместитель председателя комиссии</w:t>
            </w:r>
          </w:p>
          <w:p w:rsidR="00735B23" w:rsidRPr="00735B23" w:rsidRDefault="00735B23" w:rsidP="00735B23">
            <w:pPr>
              <w:widowControl w:val="0"/>
              <w:autoSpaceDE w:val="0"/>
              <w:autoSpaceDN w:val="0"/>
              <w:adjustRightInd w:val="0"/>
              <w:jc w:val="both"/>
              <w:rPr>
                <w:sz w:val="28"/>
                <w:szCs w:val="28"/>
              </w:rPr>
            </w:pPr>
          </w:p>
        </w:tc>
      </w:tr>
      <w:tr w:rsidR="00735B23" w:rsidRPr="00735B23" w:rsidTr="00735B23">
        <w:tc>
          <w:tcPr>
            <w:tcW w:w="3407" w:type="dxa"/>
          </w:tcPr>
          <w:p w:rsidR="00735B23" w:rsidRPr="00735B23" w:rsidRDefault="00735B23" w:rsidP="00735B23">
            <w:pPr>
              <w:pStyle w:val="NoSpacing"/>
              <w:rPr>
                <w:szCs w:val="28"/>
              </w:rPr>
            </w:pPr>
            <w:r w:rsidRPr="00735B23">
              <w:rPr>
                <w:szCs w:val="28"/>
              </w:rPr>
              <w:t xml:space="preserve">Швецов </w:t>
            </w:r>
          </w:p>
          <w:p w:rsidR="00735B23" w:rsidRPr="00735B23" w:rsidRDefault="00735B23" w:rsidP="00735B23">
            <w:pPr>
              <w:pStyle w:val="NoSpacing"/>
              <w:rPr>
                <w:szCs w:val="28"/>
              </w:rPr>
            </w:pPr>
            <w:r w:rsidRPr="00735B23">
              <w:rPr>
                <w:szCs w:val="28"/>
              </w:rPr>
              <w:t>Дмитрий Викторович</w:t>
            </w:r>
          </w:p>
        </w:tc>
        <w:tc>
          <w:tcPr>
            <w:tcW w:w="6853" w:type="dxa"/>
          </w:tcPr>
          <w:p w:rsidR="00735B23" w:rsidRDefault="00735B23" w:rsidP="00735B23">
            <w:pPr>
              <w:widowControl w:val="0"/>
              <w:autoSpaceDE w:val="0"/>
              <w:autoSpaceDN w:val="0"/>
              <w:adjustRightInd w:val="0"/>
              <w:jc w:val="both"/>
              <w:rPr>
                <w:sz w:val="28"/>
                <w:szCs w:val="28"/>
              </w:rPr>
            </w:pPr>
            <w:r w:rsidRPr="00735B23">
              <w:rPr>
                <w:sz w:val="28"/>
                <w:szCs w:val="28"/>
              </w:rPr>
              <w:t>- главный специалист управления транспорта, связи и дорог Администрации города Ханты-Мансийска, секретарь комиссии</w:t>
            </w:r>
          </w:p>
          <w:p w:rsidR="00735B23" w:rsidRPr="00735B23" w:rsidRDefault="00735B23" w:rsidP="00735B23">
            <w:pPr>
              <w:widowControl w:val="0"/>
              <w:autoSpaceDE w:val="0"/>
              <w:autoSpaceDN w:val="0"/>
              <w:adjustRightInd w:val="0"/>
              <w:jc w:val="both"/>
              <w:rPr>
                <w:sz w:val="28"/>
                <w:szCs w:val="28"/>
              </w:rPr>
            </w:pPr>
          </w:p>
        </w:tc>
      </w:tr>
      <w:tr w:rsidR="00735B23" w:rsidRPr="00735B23" w:rsidTr="00735B23">
        <w:tc>
          <w:tcPr>
            <w:tcW w:w="3407" w:type="dxa"/>
          </w:tcPr>
          <w:p w:rsidR="00735B23" w:rsidRDefault="00735B23" w:rsidP="00735B23">
            <w:pPr>
              <w:pStyle w:val="NoSpacing"/>
              <w:rPr>
                <w:szCs w:val="28"/>
              </w:rPr>
            </w:pPr>
            <w:r w:rsidRPr="00735B23">
              <w:rPr>
                <w:szCs w:val="28"/>
              </w:rPr>
              <w:t>Члены комиссии:</w:t>
            </w:r>
          </w:p>
          <w:p w:rsidR="00735B23" w:rsidRPr="00735B23" w:rsidRDefault="00735B23" w:rsidP="00735B23">
            <w:pPr>
              <w:pStyle w:val="NoSpacing"/>
              <w:rPr>
                <w:szCs w:val="28"/>
              </w:rPr>
            </w:pPr>
          </w:p>
        </w:tc>
        <w:tc>
          <w:tcPr>
            <w:tcW w:w="6853" w:type="dxa"/>
          </w:tcPr>
          <w:p w:rsidR="00735B23" w:rsidRPr="00735B23" w:rsidRDefault="00735B23" w:rsidP="00735B23">
            <w:pPr>
              <w:widowControl w:val="0"/>
              <w:autoSpaceDE w:val="0"/>
              <w:autoSpaceDN w:val="0"/>
              <w:adjustRightInd w:val="0"/>
              <w:jc w:val="both"/>
              <w:rPr>
                <w:sz w:val="28"/>
                <w:szCs w:val="28"/>
              </w:rPr>
            </w:pPr>
          </w:p>
        </w:tc>
      </w:tr>
      <w:tr w:rsidR="00735B23" w:rsidRPr="00735B23" w:rsidTr="00735B23">
        <w:tc>
          <w:tcPr>
            <w:tcW w:w="3407" w:type="dxa"/>
          </w:tcPr>
          <w:p w:rsidR="00735B23" w:rsidRPr="00735B23" w:rsidRDefault="00735B23" w:rsidP="00735B23">
            <w:pPr>
              <w:pStyle w:val="NoSpacing"/>
              <w:jc w:val="both"/>
              <w:rPr>
                <w:szCs w:val="28"/>
              </w:rPr>
            </w:pPr>
            <w:r w:rsidRPr="00735B23">
              <w:rPr>
                <w:szCs w:val="28"/>
              </w:rPr>
              <w:t>Букаринов</w:t>
            </w:r>
          </w:p>
          <w:p w:rsidR="00735B23" w:rsidRPr="00735B23" w:rsidRDefault="00735B23" w:rsidP="00735B23">
            <w:pPr>
              <w:pStyle w:val="NoSpacing"/>
              <w:jc w:val="both"/>
              <w:rPr>
                <w:szCs w:val="28"/>
              </w:rPr>
            </w:pPr>
            <w:r w:rsidRPr="00735B23">
              <w:rPr>
                <w:szCs w:val="28"/>
              </w:rPr>
              <w:t>Андрей Геннадьевич</w:t>
            </w:r>
          </w:p>
        </w:tc>
        <w:tc>
          <w:tcPr>
            <w:tcW w:w="6853" w:type="dxa"/>
          </w:tcPr>
          <w:p w:rsidR="00735B23" w:rsidRPr="00735B23" w:rsidRDefault="00735B23" w:rsidP="00735B23">
            <w:pPr>
              <w:pStyle w:val="NoSpacing"/>
              <w:jc w:val="both"/>
              <w:rPr>
                <w:szCs w:val="28"/>
              </w:rPr>
            </w:pPr>
            <w:r w:rsidRPr="00735B23">
              <w:rPr>
                <w:szCs w:val="28"/>
              </w:rPr>
              <w:t xml:space="preserve">- депутат Думы города Ханты-Мансийска </w:t>
            </w:r>
            <w:r>
              <w:rPr>
                <w:szCs w:val="28"/>
              </w:rPr>
              <w:t xml:space="preserve">                        </w:t>
            </w:r>
            <w:r w:rsidRPr="00735B23">
              <w:rPr>
                <w:szCs w:val="28"/>
              </w:rPr>
              <w:t>(по согласованию)</w:t>
            </w:r>
          </w:p>
          <w:p w:rsidR="00735B23" w:rsidRPr="00735B23" w:rsidRDefault="00735B23" w:rsidP="00735B23">
            <w:pPr>
              <w:pStyle w:val="NoSpacing"/>
              <w:jc w:val="both"/>
              <w:rPr>
                <w:szCs w:val="28"/>
              </w:rPr>
            </w:pPr>
          </w:p>
        </w:tc>
      </w:tr>
      <w:tr w:rsidR="00735B23" w:rsidRPr="00735B23" w:rsidTr="00735B23">
        <w:tc>
          <w:tcPr>
            <w:tcW w:w="3407" w:type="dxa"/>
          </w:tcPr>
          <w:p w:rsidR="00735B23" w:rsidRPr="00735B23" w:rsidRDefault="00735B23" w:rsidP="00735B23">
            <w:pPr>
              <w:pStyle w:val="NoSpacing"/>
              <w:jc w:val="both"/>
              <w:rPr>
                <w:szCs w:val="28"/>
              </w:rPr>
            </w:pPr>
            <w:r w:rsidRPr="00735B23">
              <w:rPr>
                <w:szCs w:val="28"/>
              </w:rPr>
              <w:t xml:space="preserve">Ваганов </w:t>
            </w:r>
          </w:p>
          <w:p w:rsidR="00735B23" w:rsidRPr="00735B23" w:rsidRDefault="00735B23" w:rsidP="00735B23">
            <w:pPr>
              <w:pStyle w:val="NoSpacing"/>
              <w:jc w:val="both"/>
              <w:rPr>
                <w:szCs w:val="28"/>
              </w:rPr>
            </w:pPr>
            <w:r w:rsidRPr="00735B23">
              <w:rPr>
                <w:szCs w:val="28"/>
              </w:rPr>
              <w:t>Евгений Александрович</w:t>
            </w:r>
          </w:p>
        </w:tc>
        <w:tc>
          <w:tcPr>
            <w:tcW w:w="6853" w:type="dxa"/>
          </w:tcPr>
          <w:p w:rsidR="00735B23" w:rsidRPr="00735B23" w:rsidRDefault="00735B23" w:rsidP="00735B23">
            <w:pPr>
              <w:pStyle w:val="NoSpacing"/>
              <w:jc w:val="both"/>
              <w:rPr>
                <w:szCs w:val="28"/>
              </w:rPr>
            </w:pPr>
            <w:r w:rsidRPr="00735B23">
              <w:rPr>
                <w:szCs w:val="28"/>
              </w:rPr>
              <w:t xml:space="preserve">- депутат Думы города Ханты-Мансийска, член Координационного совета по развитию малого и среднего предпринимательства при Главе Администрации города Ханты-Мансийска </w:t>
            </w:r>
            <w:r>
              <w:rPr>
                <w:szCs w:val="28"/>
              </w:rPr>
              <w:t xml:space="preserve">                           </w:t>
            </w:r>
            <w:r w:rsidRPr="00735B23">
              <w:rPr>
                <w:szCs w:val="28"/>
              </w:rPr>
              <w:t>(по согласованию)</w:t>
            </w:r>
          </w:p>
          <w:p w:rsidR="00735B23" w:rsidRPr="00735B23" w:rsidRDefault="00735B23" w:rsidP="00735B23">
            <w:pPr>
              <w:pStyle w:val="NoSpacing"/>
              <w:jc w:val="both"/>
              <w:rPr>
                <w:szCs w:val="28"/>
              </w:rPr>
            </w:pPr>
          </w:p>
        </w:tc>
      </w:tr>
      <w:tr w:rsidR="00735B23" w:rsidRPr="00735B23" w:rsidTr="00735B23">
        <w:tc>
          <w:tcPr>
            <w:tcW w:w="3407" w:type="dxa"/>
          </w:tcPr>
          <w:p w:rsidR="00735B23" w:rsidRPr="00735B23" w:rsidRDefault="00735B23" w:rsidP="00735B23">
            <w:pPr>
              <w:pStyle w:val="NoSpacing"/>
              <w:jc w:val="both"/>
              <w:rPr>
                <w:szCs w:val="28"/>
              </w:rPr>
            </w:pPr>
            <w:r w:rsidRPr="00735B23">
              <w:rPr>
                <w:szCs w:val="28"/>
              </w:rPr>
              <w:t xml:space="preserve">Романюк </w:t>
            </w:r>
          </w:p>
          <w:p w:rsidR="00735B23" w:rsidRPr="00735B23" w:rsidRDefault="00735B23" w:rsidP="00735B23">
            <w:pPr>
              <w:pStyle w:val="NoSpacing"/>
              <w:jc w:val="both"/>
              <w:rPr>
                <w:szCs w:val="28"/>
              </w:rPr>
            </w:pPr>
            <w:r w:rsidRPr="00735B23">
              <w:rPr>
                <w:szCs w:val="28"/>
              </w:rPr>
              <w:t>Александр Сергеевич</w:t>
            </w:r>
          </w:p>
        </w:tc>
        <w:tc>
          <w:tcPr>
            <w:tcW w:w="6853" w:type="dxa"/>
          </w:tcPr>
          <w:p w:rsidR="00735B23" w:rsidRPr="00735B23" w:rsidRDefault="00735B23" w:rsidP="00735B23">
            <w:pPr>
              <w:pStyle w:val="NoSpacing"/>
              <w:jc w:val="both"/>
              <w:rPr>
                <w:szCs w:val="28"/>
              </w:rPr>
            </w:pPr>
            <w:r w:rsidRPr="00735B23">
              <w:rPr>
                <w:szCs w:val="28"/>
              </w:rPr>
              <w:t>- начальник юридического управления Администрации города Ханты-Мансийска</w:t>
            </w:r>
          </w:p>
          <w:p w:rsidR="00735B23" w:rsidRPr="00735B23" w:rsidRDefault="00735B23" w:rsidP="00735B23">
            <w:pPr>
              <w:pStyle w:val="NoSpacing"/>
              <w:jc w:val="both"/>
              <w:rPr>
                <w:szCs w:val="28"/>
              </w:rPr>
            </w:pPr>
          </w:p>
        </w:tc>
      </w:tr>
    </w:tbl>
    <w:p w:rsidR="00735B23" w:rsidRDefault="00735B23"/>
    <w:sectPr w:rsidR="00735B23" w:rsidSect="001701A1">
      <w:headerReference w:type="even" r:id="rId7"/>
      <w:headerReference w:type="default" r:id="rId8"/>
      <w:pgSz w:w="11906" w:h="16838"/>
      <w:pgMar w:top="130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FBC" w:rsidRDefault="00527FBC">
      <w:r>
        <w:separator/>
      </w:r>
    </w:p>
  </w:endnote>
  <w:endnote w:type="continuationSeparator" w:id="0">
    <w:p w:rsidR="00527FBC" w:rsidRDefault="00527F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FBC" w:rsidRDefault="00527FBC">
      <w:r>
        <w:separator/>
      </w:r>
    </w:p>
  </w:footnote>
  <w:footnote w:type="continuationSeparator" w:id="0">
    <w:p w:rsidR="00527FBC" w:rsidRDefault="00527F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A1" w:rsidRDefault="001701A1" w:rsidP="003054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701A1" w:rsidRDefault="001701A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A1" w:rsidRDefault="001701A1" w:rsidP="003054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51A58">
      <w:rPr>
        <w:rStyle w:val="a6"/>
        <w:noProof/>
      </w:rPr>
      <w:t>2</w:t>
    </w:r>
    <w:r>
      <w:rPr>
        <w:rStyle w:val="a6"/>
      </w:rPr>
      <w:fldChar w:fldCharType="end"/>
    </w:r>
  </w:p>
  <w:p w:rsidR="001701A1" w:rsidRDefault="001701A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characterSpacingControl w:val="doNotCompress"/>
  <w:footnotePr>
    <w:footnote w:id="-1"/>
    <w:footnote w:id="0"/>
  </w:footnotePr>
  <w:endnotePr>
    <w:endnote w:id="-1"/>
    <w:endnote w:id="0"/>
  </w:endnotePr>
  <w:compat/>
  <w:rsids>
    <w:rsidRoot w:val="00F045DF"/>
    <w:rsid w:val="000757AB"/>
    <w:rsid w:val="000A2497"/>
    <w:rsid w:val="000C195E"/>
    <w:rsid w:val="001701A1"/>
    <w:rsid w:val="001957BA"/>
    <w:rsid w:val="001D1DA0"/>
    <w:rsid w:val="00222032"/>
    <w:rsid w:val="002B3F0C"/>
    <w:rsid w:val="002C3515"/>
    <w:rsid w:val="002E1F12"/>
    <w:rsid w:val="003054CC"/>
    <w:rsid w:val="00351A58"/>
    <w:rsid w:val="003539BF"/>
    <w:rsid w:val="003B1205"/>
    <w:rsid w:val="003C1BE9"/>
    <w:rsid w:val="004F4BAA"/>
    <w:rsid w:val="00527FBC"/>
    <w:rsid w:val="00735B23"/>
    <w:rsid w:val="007437DA"/>
    <w:rsid w:val="00802CF4"/>
    <w:rsid w:val="00824631"/>
    <w:rsid w:val="00831ECE"/>
    <w:rsid w:val="008704A7"/>
    <w:rsid w:val="008F0109"/>
    <w:rsid w:val="009B1CEE"/>
    <w:rsid w:val="009B7A0B"/>
    <w:rsid w:val="00B635F3"/>
    <w:rsid w:val="00C03B00"/>
    <w:rsid w:val="00CC0AD2"/>
    <w:rsid w:val="00D26668"/>
    <w:rsid w:val="00ED6F2C"/>
    <w:rsid w:val="00F04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3F0C"/>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Spacing">
    <w:name w:val="No Spacing"/>
    <w:rsid w:val="00F045DF"/>
    <w:rPr>
      <w:sz w:val="28"/>
      <w:szCs w:val="22"/>
      <w:lang w:eastAsia="en-US"/>
    </w:rPr>
  </w:style>
  <w:style w:type="paragraph" w:styleId="a3">
    <w:name w:val="Body Text"/>
    <w:basedOn w:val="a"/>
    <w:link w:val="a4"/>
    <w:rsid w:val="00F045DF"/>
    <w:pPr>
      <w:tabs>
        <w:tab w:val="left" w:pos="-142"/>
        <w:tab w:val="left" w:pos="3402"/>
        <w:tab w:val="left" w:pos="8364"/>
        <w:tab w:val="left" w:pos="9072"/>
      </w:tabs>
      <w:autoSpaceDE w:val="0"/>
      <w:autoSpaceDN w:val="0"/>
      <w:ind w:right="5386"/>
      <w:jc w:val="both"/>
    </w:pPr>
    <w:rPr>
      <w:rFonts w:eastAsia="Calibri"/>
      <w:sz w:val="24"/>
      <w:szCs w:val="24"/>
    </w:rPr>
  </w:style>
  <w:style w:type="character" w:customStyle="1" w:styleId="a4">
    <w:name w:val="Основной текст Знак"/>
    <w:basedOn w:val="a0"/>
    <w:link w:val="a3"/>
    <w:locked/>
    <w:rsid w:val="00F045DF"/>
    <w:rPr>
      <w:rFonts w:eastAsia="Calibri"/>
      <w:sz w:val="24"/>
      <w:szCs w:val="24"/>
      <w:lang w:val="ru-RU" w:eastAsia="ru-RU" w:bidi="ar-SA"/>
    </w:rPr>
  </w:style>
  <w:style w:type="paragraph" w:customStyle="1" w:styleId="ConsPlusNormal">
    <w:name w:val="ConsPlusNormal"/>
    <w:rsid w:val="007437DA"/>
    <w:pPr>
      <w:widowControl w:val="0"/>
      <w:autoSpaceDE w:val="0"/>
      <w:autoSpaceDN w:val="0"/>
      <w:adjustRightInd w:val="0"/>
      <w:ind w:firstLine="720"/>
    </w:pPr>
    <w:rPr>
      <w:rFonts w:ascii="Arial" w:eastAsia="Calibri" w:hAnsi="Arial" w:cs="Arial"/>
    </w:rPr>
  </w:style>
  <w:style w:type="paragraph" w:styleId="a5">
    <w:name w:val="header"/>
    <w:basedOn w:val="a"/>
    <w:rsid w:val="001701A1"/>
    <w:pPr>
      <w:tabs>
        <w:tab w:val="center" w:pos="4677"/>
        <w:tab w:val="right" w:pos="9355"/>
      </w:tabs>
    </w:pPr>
  </w:style>
  <w:style w:type="character" w:styleId="a6">
    <w:name w:val="page number"/>
    <w:basedOn w:val="a0"/>
    <w:rsid w:val="001701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senevai\AppData\Roaming\Microsoft\&#1064;&#1072;&#1073;&#1083;&#1086;&#1085;&#1099;\&#1055;&#1086;&#1089;&#1090;&#1072;&#1085;.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Постан.12.dot</Template>
  <TotalTime>1</TotalTime>
  <Pages>12</Pages>
  <Words>3849</Words>
  <Characters>21942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г.Ханты-Мансийск</Company>
  <LinksUpToDate>false</LinksUpToDate>
  <CharactersWithSpaces>25740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Boldysheva</cp:lastModifiedBy>
  <cp:revision>2</cp:revision>
  <cp:lastPrinted>2012-03-27T04:21:00Z</cp:lastPrinted>
  <dcterms:created xsi:type="dcterms:W3CDTF">2012-04-06T04:20:00Z</dcterms:created>
  <dcterms:modified xsi:type="dcterms:W3CDTF">2012-04-06T04:20:00Z</dcterms:modified>
</cp:coreProperties>
</file>